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8505"/>
      </w:tblGrid>
      <w:tr w:rsidR="00AE6DBA" w:rsidRPr="00A074B1" w14:paraId="20EF439F" w14:textId="77777777" w:rsidTr="00FC50FB">
        <w:trPr>
          <w:trHeight w:val="413"/>
        </w:trPr>
        <w:tc>
          <w:tcPr>
            <w:tcW w:w="1560" w:type="dxa"/>
            <w:vAlign w:val="center"/>
          </w:tcPr>
          <w:p w14:paraId="6E470BCA" w14:textId="77777777" w:rsidR="00AE6DBA" w:rsidRPr="00A074B1" w:rsidRDefault="00AE6DBA" w:rsidP="00B1019B">
            <w:r w:rsidRPr="00A074B1">
              <w:t>Data:</w:t>
            </w:r>
          </w:p>
        </w:tc>
        <w:tc>
          <w:tcPr>
            <w:tcW w:w="8505" w:type="dxa"/>
            <w:vAlign w:val="center"/>
          </w:tcPr>
          <w:p w14:paraId="369C3021" w14:textId="5DA26F69" w:rsidR="00AE6DBA" w:rsidRPr="00A074B1" w:rsidRDefault="00DF6E74" w:rsidP="00B1019B">
            <w:r>
              <w:fldChar w:fldCharType="begin"/>
            </w:r>
            <w:r>
              <w:instrText xml:space="preserve"> DOCPROPERTY  Data  \* MERGEFORMAT </w:instrText>
            </w:r>
            <w:r>
              <w:fldChar w:fldCharType="separate"/>
            </w:r>
            <w:r w:rsidR="0018043E">
              <w:t>1</w:t>
            </w:r>
            <w:r w:rsidR="007874D0">
              <w:t>7</w:t>
            </w:r>
            <w:r w:rsidR="00B5452F">
              <w:t>/0</w:t>
            </w:r>
            <w:r w:rsidR="007874D0">
              <w:t>5</w:t>
            </w:r>
            <w:r w:rsidR="00892516">
              <w:t>/2022</w:t>
            </w:r>
            <w:r>
              <w:fldChar w:fldCharType="end"/>
            </w:r>
          </w:p>
        </w:tc>
      </w:tr>
    </w:tbl>
    <w:p w14:paraId="1601F83E" w14:textId="77777777" w:rsidR="00AE6DBA" w:rsidRPr="00A074B1" w:rsidRDefault="00AE6DBA" w:rsidP="00B1019B"/>
    <w:p w14:paraId="649D0EF4" w14:textId="7543D7C1" w:rsidR="00AE6DBA" w:rsidRDefault="00AE6DBA" w:rsidP="00B1019B">
      <w:pPr>
        <w:rPr>
          <w:noProof/>
        </w:rPr>
      </w:pPr>
    </w:p>
    <w:p w14:paraId="46B90631" w14:textId="432F620A" w:rsidR="006C18F0" w:rsidRDefault="006C18F0" w:rsidP="00B1019B">
      <w:pPr>
        <w:rPr>
          <w:noProof/>
        </w:rPr>
      </w:pPr>
    </w:p>
    <w:p w14:paraId="0BD0E41D" w14:textId="67CBF523" w:rsidR="006C18F0" w:rsidRDefault="006C18F0" w:rsidP="00B1019B">
      <w:pPr>
        <w:rPr>
          <w:noProof/>
        </w:rPr>
      </w:pPr>
    </w:p>
    <w:p w14:paraId="1688404B" w14:textId="04174B66" w:rsidR="006C18F0" w:rsidRDefault="006C18F0" w:rsidP="00B1019B">
      <w:pPr>
        <w:rPr>
          <w:noProof/>
        </w:rPr>
      </w:pPr>
    </w:p>
    <w:p w14:paraId="0CB44CD8" w14:textId="7BF4A433" w:rsidR="006C18F0" w:rsidRDefault="006C18F0" w:rsidP="00B1019B">
      <w:pPr>
        <w:rPr>
          <w:noProof/>
        </w:rPr>
      </w:pPr>
    </w:p>
    <w:p w14:paraId="734C3F65" w14:textId="4F290418" w:rsidR="006C18F0" w:rsidRDefault="006C18F0" w:rsidP="00B1019B">
      <w:pPr>
        <w:rPr>
          <w:noProof/>
        </w:rPr>
      </w:pPr>
    </w:p>
    <w:p w14:paraId="738EF70A" w14:textId="4EA8312B" w:rsidR="006C18F0" w:rsidRDefault="006C18F0" w:rsidP="00B1019B">
      <w:pPr>
        <w:rPr>
          <w:noProof/>
        </w:rPr>
      </w:pPr>
    </w:p>
    <w:p w14:paraId="25732640" w14:textId="4D8F20BE" w:rsidR="006C18F0" w:rsidRDefault="006C18F0" w:rsidP="00B1019B">
      <w:pPr>
        <w:rPr>
          <w:noProof/>
        </w:rPr>
      </w:pPr>
    </w:p>
    <w:p w14:paraId="06E7FB68" w14:textId="0CA48B38" w:rsidR="006C18F0" w:rsidRDefault="006C18F0" w:rsidP="00B1019B">
      <w:pPr>
        <w:rPr>
          <w:noProof/>
        </w:rPr>
      </w:pPr>
    </w:p>
    <w:p w14:paraId="1F7D8CEE" w14:textId="2E945909" w:rsidR="006C18F0" w:rsidRDefault="006C18F0" w:rsidP="00B1019B">
      <w:pPr>
        <w:rPr>
          <w:noProof/>
        </w:rPr>
      </w:pPr>
    </w:p>
    <w:p w14:paraId="0C286831" w14:textId="77777777" w:rsidR="006C18F0" w:rsidRPr="00A074B1" w:rsidRDefault="006C18F0" w:rsidP="00B1019B">
      <w:pPr>
        <w:rPr>
          <w:noProof/>
        </w:rPr>
      </w:pPr>
    </w:p>
    <w:sdt>
      <w:sdtPr>
        <w:rPr>
          <w:rFonts w:asciiTheme="minorHAnsi" w:eastAsia="Garamond" w:hAnsiTheme="minorHAnsi" w:cs="Garamond"/>
          <w:b w:val="0"/>
          <w:caps w:val="0"/>
          <w:color w:val="2E74B5" w:themeColor="accent1" w:themeShade="BF"/>
          <w:spacing w:val="3"/>
          <w:sz w:val="28"/>
          <w:szCs w:val="28"/>
        </w:rPr>
        <w:id w:val="-938986647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78539BD3" w14:textId="0D79BDB2" w:rsidR="00AE6DBA" w:rsidRPr="006C18F0" w:rsidRDefault="006C18F0" w:rsidP="006C18F0">
          <w:pPr>
            <w:pStyle w:val="Titoloprocedura"/>
            <w:rPr>
              <w:color w:val="auto"/>
              <w:sz w:val="32"/>
              <w:szCs w:val="32"/>
            </w:rPr>
          </w:pPr>
          <w:r w:rsidRPr="006C18F0">
            <w:rPr>
              <w:color w:val="auto"/>
              <w:sz w:val="32"/>
              <w:szCs w:val="32"/>
            </w:rPr>
            <w:t>TERRENI LASCIATI A RIPOSO - DEROGA</w:t>
          </w:r>
        </w:p>
        <w:p w14:paraId="3A8DF127" w14:textId="723C40A7" w:rsidR="00AE6DBA" w:rsidRPr="006C18F0" w:rsidRDefault="006C18F0" w:rsidP="006C18F0">
          <w:pPr>
            <w:pStyle w:val="Titoloprocedura"/>
            <w:rPr>
              <w:color w:val="auto"/>
              <w:sz w:val="32"/>
              <w:szCs w:val="32"/>
            </w:rPr>
          </w:pPr>
          <w:r w:rsidRPr="006C18F0">
            <w:rPr>
              <w:color w:val="auto"/>
              <w:sz w:val="32"/>
              <w:szCs w:val="32"/>
            </w:rPr>
            <w:t>NUOVA INTERFACCIA</w:t>
          </w:r>
        </w:p>
        <w:p w14:paraId="1DD1DCF9" w14:textId="7D2E3A75" w:rsidR="00E479F8" w:rsidRPr="005E6DE5" w:rsidRDefault="002F77FC" w:rsidP="00E479F8"/>
      </w:sdtContent>
    </w:sdt>
    <w:p w14:paraId="6A2CC562" w14:textId="77777777" w:rsidR="00A45643" w:rsidRPr="005E6DE5" w:rsidRDefault="00A45643" w:rsidP="00E479F8">
      <w:pPr>
        <w:pStyle w:val="NormaleSottolineato"/>
      </w:pPr>
    </w:p>
    <w:p w14:paraId="1E0E17EF" w14:textId="77777777" w:rsidR="00E479F8" w:rsidRPr="005E6DE5" w:rsidRDefault="00E479F8" w:rsidP="00E479F8"/>
    <w:p w14:paraId="1DB8E11A" w14:textId="77777777" w:rsidR="00E479F8" w:rsidRPr="005E6DE5" w:rsidRDefault="00E479F8" w:rsidP="00E479F8"/>
    <w:p w14:paraId="1AE4A6B6" w14:textId="77777777" w:rsidR="00EB3EA0" w:rsidRPr="005E6DE5" w:rsidRDefault="00EB3EA0" w:rsidP="00E479F8">
      <w:pPr>
        <w:pStyle w:val="NormaleSottolineato"/>
      </w:pPr>
    </w:p>
    <w:p w14:paraId="32CD043D" w14:textId="77777777" w:rsidR="00E479F8" w:rsidRPr="005E6DE5" w:rsidRDefault="00E479F8" w:rsidP="00E479F8"/>
    <w:p w14:paraId="7E287092" w14:textId="77777777" w:rsidR="005512A6" w:rsidRPr="00A074B1" w:rsidRDefault="005512A6" w:rsidP="00B1019B"/>
    <w:bookmarkStart w:id="0" w:name="_Toc441940267" w:displacedByCustomXml="next"/>
    <w:sdt>
      <w:sdtPr>
        <w:rPr>
          <w:rFonts w:asciiTheme="minorHAnsi" w:eastAsia="Garamond" w:hAnsiTheme="minorHAnsi" w:cs="Garamond"/>
          <w:b w:val="0"/>
          <w:bCs w:val="0"/>
          <w:color w:val="auto"/>
          <w:sz w:val="22"/>
          <w:szCs w:val="20"/>
          <w:lang w:eastAsia="it-IT"/>
        </w:rPr>
        <w:id w:val="-1792194533"/>
        <w:docPartObj>
          <w:docPartGallery w:val="Table of Contents"/>
          <w:docPartUnique/>
        </w:docPartObj>
      </w:sdtPr>
      <w:sdtEndPr/>
      <w:sdtContent>
        <w:p w14:paraId="70739E20" w14:textId="77777777" w:rsidR="00E479F8" w:rsidRPr="00A074B1" w:rsidRDefault="00E479F8" w:rsidP="00EB3EA0">
          <w:pPr>
            <w:pStyle w:val="TOCHeading"/>
            <w:tabs>
              <w:tab w:val="left" w:pos="2840"/>
            </w:tabs>
          </w:pPr>
          <w:r w:rsidRPr="00A074B1">
            <w:t>Sommario</w:t>
          </w:r>
          <w:r w:rsidR="00EB3EA0">
            <w:tab/>
          </w:r>
        </w:p>
        <w:p w14:paraId="55AEF149" w14:textId="53324629" w:rsidR="00C30B9E" w:rsidRDefault="00EB5354">
          <w:pPr>
            <w:pStyle w:val="TOC1"/>
            <w:rPr>
              <w:rFonts w:eastAsiaTheme="minorEastAsia" w:cstheme="minorBidi"/>
              <w:b w:val="0"/>
              <w:smallCaps w:val="0"/>
              <w:noProof/>
              <w:color w:val="auto"/>
              <w:spacing w:val="0"/>
              <w:szCs w:val="22"/>
              <w:lang w:val="en-US" w:eastAsia="en-US"/>
            </w:rPr>
          </w:pPr>
          <w:r w:rsidRPr="00A074B1">
            <w:rPr>
              <w:b w:val="0"/>
              <w:bCs/>
            </w:rPr>
            <w:fldChar w:fldCharType="begin"/>
          </w:r>
          <w:r w:rsidR="00E479F8" w:rsidRPr="00A074B1">
            <w:rPr>
              <w:b w:val="0"/>
              <w:bCs/>
            </w:rPr>
            <w:instrText xml:space="preserve"> TOC \o "1-3" \h \z \u </w:instrText>
          </w:r>
          <w:r w:rsidRPr="00A074B1">
            <w:rPr>
              <w:b w:val="0"/>
              <w:bCs/>
            </w:rPr>
            <w:fldChar w:fldCharType="separate"/>
          </w:r>
          <w:hyperlink w:anchor="_Toc103761625" w:history="1">
            <w:r w:rsidR="00C30B9E" w:rsidRPr="00B62797">
              <w:rPr>
                <w:rStyle w:val="Hyperlink"/>
                <w:noProof/>
                <w:lang w:val="it-IT"/>
              </w:rPr>
              <w:t>1.</w:t>
            </w:r>
            <w:r w:rsidR="00C30B9E">
              <w:rPr>
                <w:rFonts w:eastAsiaTheme="minorEastAsia" w:cstheme="minorBidi"/>
                <w:b w:val="0"/>
                <w:smallCaps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  <w:lang w:val="it-IT"/>
              </w:rPr>
              <w:t>Introduzione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_Toc103761625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3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336B5EA1" w14:textId="2654FD7B" w:rsidR="00C30B9E" w:rsidRDefault="002F77FC">
          <w:pPr>
            <w:pStyle w:val="TOC2"/>
            <w:rPr>
              <w:rFonts w:eastAsiaTheme="minorEastAsia" w:cstheme="minorBidi"/>
              <w:b w:val="0"/>
              <w:noProof/>
              <w:color w:val="auto"/>
              <w:spacing w:val="0"/>
              <w:szCs w:val="22"/>
              <w:lang w:val="en-US" w:eastAsia="en-US"/>
            </w:rPr>
          </w:pPr>
          <w:hyperlink w:anchor="_Toc103761626" w:history="1">
            <w:r w:rsidR="00C30B9E" w:rsidRPr="00B62797">
              <w:rPr>
                <w:rStyle w:val="Hyperlink"/>
                <w:noProof/>
                <w:lang w:val="it-IT"/>
              </w:rPr>
              <w:t>1.1</w:t>
            </w:r>
            <w:r w:rsidR="00C30B9E">
              <w:rPr>
                <w:rFonts w:eastAsiaTheme="minorEastAsia" w:cstheme="minorBidi"/>
                <w:b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</w:rPr>
              <w:t>Scopo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_Toc103761626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3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391A098D" w14:textId="2501FA9F" w:rsidR="00C30B9E" w:rsidRDefault="002F77FC">
          <w:pPr>
            <w:pStyle w:val="TOC1"/>
            <w:rPr>
              <w:rFonts w:eastAsiaTheme="minorEastAsia" w:cstheme="minorBidi"/>
              <w:b w:val="0"/>
              <w:smallCaps w:val="0"/>
              <w:noProof/>
              <w:color w:val="auto"/>
              <w:spacing w:val="0"/>
              <w:szCs w:val="22"/>
              <w:lang w:val="en-US" w:eastAsia="en-US"/>
            </w:rPr>
          </w:pPr>
          <w:hyperlink w:anchor="_Toc103761627" w:history="1">
            <w:r w:rsidR="00C30B9E" w:rsidRPr="00B62797">
              <w:rPr>
                <w:rStyle w:val="Hyperlink"/>
                <w:noProof/>
                <w:lang w:val="it-IT"/>
              </w:rPr>
              <w:t>2.</w:t>
            </w:r>
            <w:r w:rsidR="00C30B9E">
              <w:rPr>
                <w:rFonts w:eastAsiaTheme="minorEastAsia" w:cstheme="minorBidi"/>
                <w:b w:val="0"/>
                <w:smallCaps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  <w:lang w:val="it-IT"/>
              </w:rPr>
              <w:t>SpecificHE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_Toc103761627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4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36ED2F81" w14:textId="3E13CF35" w:rsidR="00C30B9E" w:rsidRDefault="002F77FC">
          <w:pPr>
            <w:pStyle w:val="TOC2"/>
            <w:rPr>
              <w:rFonts w:eastAsiaTheme="minorEastAsia" w:cstheme="minorBidi"/>
              <w:b w:val="0"/>
              <w:noProof/>
              <w:color w:val="auto"/>
              <w:spacing w:val="0"/>
              <w:szCs w:val="22"/>
              <w:lang w:val="en-US" w:eastAsia="en-US"/>
            </w:rPr>
          </w:pPr>
          <w:hyperlink w:anchor="_Toc103761628" w:history="1">
            <w:r w:rsidR="00C30B9E" w:rsidRPr="00B62797">
              <w:rPr>
                <w:rStyle w:val="Hyperlink"/>
                <w:noProof/>
                <w:lang w:val="it-IT"/>
              </w:rPr>
              <w:t>2.1</w:t>
            </w:r>
            <w:r w:rsidR="00C30B9E">
              <w:rPr>
                <w:rFonts w:eastAsiaTheme="minorEastAsia" w:cstheme="minorBidi"/>
                <w:b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</w:rPr>
              <w:t>Specifiche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_Toc103761628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4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44443411" w14:textId="1131EA6A" w:rsidR="00C30B9E" w:rsidRDefault="002F77FC">
          <w:pPr>
            <w:pStyle w:val="TOC1"/>
            <w:rPr>
              <w:rFonts w:eastAsiaTheme="minorEastAsia" w:cstheme="minorBidi"/>
              <w:b w:val="0"/>
              <w:smallCaps w:val="0"/>
              <w:noProof/>
              <w:color w:val="auto"/>
              <w:spacing w:val="0"/>
              <w:szCs w:val="22"/>
              <w:lang w:val="en-US" w:eastAsia="en-US"/>
            </w:rPr>
          </w:pPr>
          <w:hyperlink w:anchor="_Toc103761629" w:history="1">
            <w:r w:rsidR="00C30B9E" w:rsidRPr="00B62797">
              <w:rPr>
                <w:rStyle w:val="Hyperlink"/>
                <w:noProof/>
              </w:rPr>
              <w:t>3.</w:t>
            </w:r>
            <w:r w:rsidR="00C30B9E">
              <w:rPr>
                <w:rFonts w:eastAsiaTheme="minorEastAsia" w:cstheme="minorBidi"/>
                <w:b w:val="0"/>
                <w:smallCaps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</w:rPr>
              <w:t>ALLEGATI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_Toc103761629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5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078E3F9B" w14:textId="6B05105F" w:rsidR="00C30B9E" w:rsidRDefault="002F77FC">
          <w:pPr>
            <w:pStyle w:val="TOC2"/>
            <w:rPr>
              <w:rFonts w:eastAsiaTheme="minorEastAsia" w:cstheme="minorBidi"/>
              <w:b w:val="0"/>
              <w:noProof/>
              <w:color w:val="auto"/>
              <w:spacing w:val="0"/>
              <w:szCs w:val="22"/>
              <w:lang w:val="en-US" w:eastAsia="en-US"/>
            </w:rPr>
          </w:pPr>
          <w:hyperlink w:anchor="_Toc103761630" w:history="1">
            <w:r w:rsidR="00C30B9E" w:rsidRPr="00B62797">
              <w:rPr>
                <w:rStyle w:val="Hyperlink"/>
                <w:noProof/>
                <w:lang w:val="it-IT"/>
              </w:rPr>
              <w:t>3.1</w:t>
            </w:r>
            <w:r w:rsidR="00C30B9E">
              <w:rPr>
                <w:rFonts w:eastAsiaTheme="minorEastAsia" w:cstheme="minorBidi"/>
                <w:b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  <w:lang w:val="it-IT"/>
              </w:rPr>
              <w:t>Allegato 1 – Tabella contenente decodifica ID_ORPA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_Toc103761630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5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772ABF19" w14:textId="49AB6E27" w:rsidR="00C30B9E" w:rsidRDefault="002F77FC">
          <w:pPr>
            <w:pStyle w:val="TOC2"/>
            <w:rPr>
              <w:rFonts w:eastAsiaTheme="minorEastAsia" w:cstheme="minorBidi"/>
              <w:b w:val="0"/>
              <w:noProof/>
              <w:color w:val="auto"/>
              <w:spacing w:val="0"/>
              <w:szCs w:val="22"/>
              <w:lang w:val="en-US" w:eastAsia="en-US"/>
            </w:rPr>
          </w:pPr>
          <w:hyperlink w:anchor="_Toc103761631" w:history="1">
            <w:r w:rsidR="00C30B9E" w:rsidRPr="00B62797">
              <w:rPr>
                <w:rStyle w:val="Hyperlink"/>
                <w:noProof/>
                <w:lang w:val="it-IT"/>
              </w:rPr>
              <w:t>3.2</w:t>
            </w:r>
            <w:r w:rsidR="00C30B9E">
              <w:rPr>
                <w:rFonts w:eastAsiaTheme="minorEastAsia" w:cstheme="minorBidi"/>
                <w:b w:val="0"/>
                <w:noProof/>
                <w:color w:val="auto"/>
                <w:spacing w:val="0"/>
                <w:szCs w:val="22"/>
                <w:lang w:val="en-US" w:eastAsia="en-US"/>
              </w:rPr>
              <w:tab/>
            </w:r>
            <w:r w:rsidR="00C30B9E" w:rsidRPr="00B62797">
              <w:rPr>
                <w:rStyle w:val="Hyperlink"/>
                <w:noProof/>
                <w:lang w:val="it-IT"/>
              </w:rPr>
              <w:t>Allegato 1 – Tabella contenente decodifica TIPO_DOMA</w:t>
            </w:r>
            <w:r w:rsidR="00C30B9E">
              <w:rPr>
                <w:noProof/>
                <w:webHidden/>
              </w:rPr>
              <w:tab/>
            </w:r>
            <w:r w:rsidR="00C30B9E">
              <w:rPr>
                <w:noProof/>
                <w:webHidden/>
              </w:rPr>
              <w:fldChar w:fldCharType="begin"/>
            </w:r>
            <w:r w:rsidR="00C30B9E">
              <w:rPr>
                <w:noProof/>
                <w:webHidden/>
              </w:rPr>
              <w:instrText xml:space="preserve"> PAGEREF _Toc103761631 \h </w:instrText>
            </w:r>
            <w:r w:rsidR="00C30B9E">
              <w:rPr>
                <w:noProof/>
                <w:webHidden/>
              </w:rPr>
            </w:r>
            <w:r w:rsidR="00C30B9E">
              <w:rPr>
                <w:noProof/>
                <w:webHidden/>
              </w:rPr>
              <w:fldChar w:fldCharType="separate"/>
            </w:r>
            <w:r w:rsidR="00C30B9E">
              <w:rPr>
                <w:noProof/>
                <w:webHidden/>
              </w:rPr>
              <w:t>5</w:t>
            </w:r>
            <w:r w:rsidR="00C30B9E">
              <w:rPr>
                <w:noProof/>
                <w:webHidden/>
              </w:rPr>
              <w:fldChar w:fldCharType="end"/>
            </w:r>
          </w:hyperlink>
        </w:p>
        <w:p w14:paraId="27E09D08" w14:textId="3DF21F36" w:rsidR="00E479F8" w:rsidRPr="00A074B1" w:rsidRDefault="00EB5354" w:rsidP="00E479F8">
          <w:r w:rsidRPr="00A074B1">
            <w:rPr>
              <w:bCs/>
            </w:rPr>
            <w:fldChar w:fldCharType="end"/>
          </w:r>
        </w:p>
      </w:sdtContent>
    </w:sdt>
    <w:p w14:paraId="207EC1B5" w14:textId="77777777" w:rsidR="00B85295" w:rsidRDefault="00B85295" w:rsidP="00B1019B">
      <w:pPr>
        <w:pStyle w:val="Heading1"/>
        <w:rPr>
          <w:lang w:val="it-IT"/>
        </w:rPr>
      </w:pPr>
      <w:bookmarkStart w:id="1" w:name="_Toc21099288"/>
      <w:bookmarkStart w:id="2" w:name="_Toc103761625"/>
      <w:bookmarkStart w:id="3" w:name="_Toc445221645"/>
      <w:bookmarkStart w:id="4" w:name="_Toc445138262"/>
      <w:bookmarkStart w:id="5" w:name="_Toc445138174"/>
      <w:bookmarkStart w:id="6" w:name="_Toc445738348"/>
      <w:bookmarkStart w:id="7" w:name="_Toc47692694"/>
      <w:bookmarkEnd w:id="1"/>
      <w:r>
        <w:rPr>
          <w:lang w:val="it-IT"/>
        </w:rPr>
        <w:lastRenderedPageBreak/>
        <w:t>Introduzione</w:t>
      </w:r>
      <w:bookmarkEnd w:id="2"/>
    </w:p>
    <w:p w14:paraId="39D9F999" w14:textId="77777777" w:rsidR="00B85295" w:rsidRDefault="00B85295" w:rsidP="009B283A">
      <w:pPr>
        <w:pStyle w:val="Heading2"/>
      </w:pPr>
      <w:bookmarkStart w:id="8" w:name="_Toc103761626"/>
      <w:proofErr w:type="spellStart"/>
      <w:r>
        <w:t>Scopo</w:t>
      </w:r>
      <w:bookmarkEnd w:id="8"/>
      <w:proofErr w:type="spellEnd"/>
    </w:p>
    <w:p w14:paraId="7A4928F0" w14:textId="77777777" w:rsidR="000F13E4" w:rsidRDefault="000F13E4" w:rsidP="00BA4BD1"/>
    <w:p w14:paraId="1E5F1552" w14:textId="669FBA6C" w:rsidR="007F1874" w:rsidRDefault="00492389" w:rsidP="007874D0">
      <w:r w:rsidRPr="00876096">
        <w:t>Lo scopo del documento è</w:t>
      </w:r>
      <w:r w:rsidR="007874D0">
        <w:t xml:space="preserve"> descrivere le modalità di compilazione dei campi della nuova </w:t>
      </w:r>
      <w:r w:rsidR="006C18F0">
        <w:t>interfaccia</w:t>
      </w:r>
      <w:r w:rsidR="007874D0">
        <w:t>.</w:t>
      </w:r>
    </w:p>
    <w:p w14:paraId="342A6593" w14:textId="59878162" w:rsidR="00E04D72" w:rsidRDefault="00E04D72" w:rsidP="007874D0"/>
    <w:p w14:paraId="1E9D1428" w14:textId="77777777" w:rsidR="00E04D72" w:rsidRPr="00492389" w:rsidRDefault="00E04D72" w:rsidP="00E04D72">
      <w:pPr>
        <w:pStyle w:val="Heading1"/>
        <w:rPr>
          <w:lang w:val="it-IT"/>
        </w:rPr>
      </w:pPr>
      <w:bookmarkStart w:id="9" w:name="_Toc103761627"/>
      <w:r>
        <w:rPr>
          <w:lang w:val="it-IT"/>
        </w:rPr>
        <w:lastRenderedPageBreak/>
        <w:t>SpecificHE</w:t>
      </w:r>
      <w:bookmarkEnd w:id="9"/>
    </w:p>
    <w:p w14:paraId="0B1B0931" w14:textId="18BFA68A" w:rsidR="00E04D72" w:rsidRDefault="00E04D72" w:rsidP="00E04D72">
      <w:pPr>
        <w:pStyle w:val="Heading2"/>
      </w:pPr>
      <w:bookmarkStart w:id="10" w:name="_Toc103761628"/>
      <w:proofErr w:type="spellStart"/>
      <w:r>
        <w:t>Specifiche</w:t>
      </w:r>
      <w:bookmarkEnd w:id="10"/>
      <w:proofErr w:type="spellEnd"/>
      <w:r>
        <w:t xml:space="preserve"> </w:t>
      </w:r>
    </w:p>
    <w:p w14:paraId="0B64C5CA" w14:textId="77777777" w:rsidR="006C18F0" w:rsidRPr="006C18F0" w:rsidRDefault="006C18F0" w:rsidP="006C18F0">
      <w:pPr>
        <w:rPr>
          <w:lang w:val="en-GB"/>
        </w:rPr>
      </w:pPr>
    </w:p>
    <w:p w14:paraId="51871274" w14:textId="625766D3" w:rsidR="00E04D72" w:rsidRDefault="00E04D72" w:rsidP="00E04D72">
      <w:r>
        <w:rPr>
          <w:snapToGrid w:val="0"/>
          <w:szCs w:val="22"/>
        </w:rPr>
        <w:t xml:space="preserve">La nuova struttura </w:t>
      </w:r>
      <w:r w:rsidR="008F73AD">
        <w:rPr>
          <w:rFonts w:eastAsia="Times New Roman"/>
        </w:rPr>
        <w:t xml:space="preserve">TERRENI_A_RIPOSO </w:t>
      </w:r>
      <w:r>
        <w:rPr>
          <w:snapToGrid w:val="0"/>
          <w:szCs w:val="22"/>
        </w:rPr>
        <w:t>dovrà essere popolata</w:t>
      </w:r>
      <w:r w:rsidR="007F77C1">
        <w:rPr>
          <w:snapToGrid w:val="0"/>
          <w:szCs w:val="22"/>
        </w:rPr>
        <w:t xml:space="preserve"> dall’ OP</w:t>
      </w:r>
      <w:r>
        <w:rPr>
          <w:snapToGrid w:val="0"/>
          <w:szCs w:val="22"/>
        </w:rPr>
        <w:t xml:space="preserve"> come sotto evidenziato:</w:t>
      </w:r>
    </w:p>
    <w:p w14:paraId="45DBCD8C" w14:textId="77777777" w:rsidR="00E04D72" w:rsidRDefault="00E04D72" w:rsidP="00E04D72">
      <w:pPr>
        <w:ind w:left="7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974"/>
        <w:gridCol w:w="5105"/>
        <w:gridCol w:w="1955"/>
      </w:tblGrid>
      <w:tr w:rsidR="00E04D72" w:rsidRPr="00E2739C" w14:paraId="4B28F7ED" w14:textId="77777777" w:rsidTr="00FD1EA3">
        <w:trPr>
          <w:trHeight w:val="290"/>
        </w:trPr>
        <w:tc>
          <w:tcPr>
            <w:tcW w:w="680" w:type="pct"/>
            <w:shd w:val="clear" w:color="4472C4" w:fill="4472C4"/>
            <w:noWrap/>
            <w:vAlign w:val="bottom"/>
            <w:hideMark/>
          </w:tcPr>
          <w:p w14:paraId="1C6952CC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>NOME CAMPO</w:t>
            </w:r>
          </w:p>
        </w:tc>
        <w:tc>
          <w:tcPr>
            <w:tcW w:w="944" w:type="pct"/>
            <w:shd w:val="clear" w:color="4472C4" w:fill="4472C4"/>
            <w:noWrap/>
            <w:vAlign w:val="bottom"/>
            <w:hideMark/>
          </w:tcPr>
          <w:p w14:paraId="0F9A14E9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>DATA TYPE</w:t>
            </w:r>
          </w:p>
        </w:tc>
        <w:tc>
          <w:tcPr>
            <w:tcW w:w="2441" w:type="pct"/>
            <w:shd w:val="clear" w:color="4472C4" w:fill="4472C4"/>
            <w:noWrap/>
            <w:vAlign w:val="bottom"/>
            <w:hideMark/>
          </w:tcPr>
          <w:p w14:paraId="2520D5FC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>DESCRIZIONE/DOMINIO</w:t>
            </w:r>
          </w:p>
        </w:tc>
        <w:tc>
          <w:tcPr>
            <w:tcW w:w="935" w:type="pct"/>
            <w:shd w:val="clear" w:color="4472C4" w:fill="4472C4"/>
            <w:noWrap/>
            <w:vAlign w:val="bottom"/>
            <w:hideMark/>
          </w:tcPr>
          <w:p w14:paraId="77BDE5E2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>OBBLIGATORIETA’</w:t>
            </w:r>
          </w:p>
        </w:tc>
      </w:tr>
      <w:tr w:rsidR="00E04D72" w:rsidRPr="00E2739C" w14:paraId="752C888E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7DBC1D6E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ID_ORPA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34C1F91A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NUMBER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0F69B84E" w14:textId="77777777" w:rsidR="006C18F0" w:rsidRDefault="00E04D72" w:rsidP="001C5704">
            <w:pPr>
              <w:spacing w:before="0"/>
              <w:ind w:right="0"/>
              <w:jc w:val="left"/>
              <w:rPr>
                <w:rFonts w:ascii="Arial Narrow" w:hAnsi="Arial Narrow" w:cs="Calibri"/>
                <w:color w:val="002060"/>
                <w:szCs w:val="22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 xml:space="preserve">Identificativo op  </w:t>
            </w:r>
          </w:p>
          <w:p w14:paraId="107E22E7" w14:textId="087F1C34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(</w:t>
            </w:r>
            <w:r w:rsidRPr="00E04D72">
              <w:rPr>
                <w:rFonts w:ascii="Arial Narrow" w:hAnsi="Arial Narrow" w:cs="Calibri"/>
                <w:color w:val="002060"/>
                <w:szCs w:val="22"/>
              </w:rPr>
              <w:t>Valori ammessi: vedi Tabella 1</w:t>
            </w:r>
            <w:r>
              <w:rPr>
                <w:rFonts w:ascii="Arial Narrow" w:hAnsi="Arial Narrow" w:cs="Calibri"/>
                <w:color w:val="002060"/>
                <w:szCs w:val="22"/>
              </w:rPr>
              <w:t>)</w:t>
            </w:r>
          </w:p>
        </w:tc>
        <w:tc>
          <w:tcPr>
            <w:tcW w:w="935" w:type="pct"/>
            <w:shd w:val="clear" w:color="auto" w:fill="auto"/>
            <w:noWrap/>
            <w:vAlign w:val="center"/>
          </w:tcPr>
          <w:p w14:paraId="520DC432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Yes</w:t>
            </w:r>
          </w:p>
        </w:tc>
      </w:tr>
      <w:tr w:rsidR="00E04D72" w:rsidRPr="00E2739C" w14:paraId="75B8483B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487F99FC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ID_INVIO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62432FB0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NUMBER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4689564B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Identificativo invio</w:t>
            </w:r>
          </w:p>
        </w:tc>
        <w:tc>
          <w:tcPr>
            <w:tcW w:w="935" w:type="pct"/>
            <w:shd w:val="clear" w:color="auto" w:fill="auto"/>
            <w:noWrap/>
            <w:vAlign w:val="center"/>
          </w:tcPr>
          <w:p w14:paraId="1DC04F8B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Yes</w:t>
            </w:r>
          </w:p>
        </w:tc>
      </w:tr>
      <w:tr w:rsidR="00E04D72" w:rsidRPr="00E2739C" w14:paraId="0477FC2C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39B7FD3D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CUAA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627AE619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VARCHAR2 (16)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1FDA3E3A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Codice fiscale (CUAA)</w:t>
            </w:r>
          </w:p>
        </w:tc>
        <w:tc>
          <w:tcPr>
            <w:tcW w:w="935" w:type="pct"/>
            <w:shd w:val="clear" w:color="auto" w:fill="auto"/>
            <w:noWrap/>
            <w:vAlign w:val="center"/>
          </w:tcPr>
          <w:p w14:paraId="1291F530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Yes</w:t>
            </w:r>
          </w:p>
        </w:tc>
      </w:tr>
      <w:tr w:rsidR="00E04D72" w:rsidRPr="00E2739C" w14:paraId="3AE345DA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0A11CD46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CODI_ATTO_OPR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67FCAD20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VARCHAR2 (20)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638A9564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Identificativo della domanda attribuito dall’OP</w:t>
            </w:r>
          </w:p>
        </w:tc>
        <w:tc>
          <w:tcPr>
            <w:tcW w:w="935" w:type="pct"/>
            <w:shd w:val="clear" w:color="auto" w:fill="auto"/>
            <w:noWrap/>
            <w:vAlign w:val="center"/>
          </w:tcPr>
          <w:p w14:paraId="56920554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Yes</w:t>
            </w:r>
          </w:p>
        </w:tc>
      </w:tr>
      <w:tr w:rsidR="00E04D72" w:rsidRPr="00E2739C" w14:paraId="448FF8B6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3BFB89F9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NUME_CAMP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3BE8DDC3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NUMBER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6F90668A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Anno Campagna cui si riferisce la domanda</w:t>
            </w:r>
          </w:p>
        </w:tc>
        <w:tc>
          <w:tcPr>
            <w:tcW w:w="935" w:type="pct"/>
            <w:shd w:val="clear" w:color="auto" w:fill="auto"/>
            <w:noWrap/>
            <w:vAlign w:val="center"/>
          </w:tcPr>
          <w:p w14:paraId="11BAC122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Yes</w:t>
            </w:r>
          </w:p>
        </w:tc>
      </w:tr>
      <w:tr w:rsidR="00E04D72" w:rsidRPr="00E2739C" w14:paraId="0E599970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62454345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TIPO_DOMA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16329027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NUMBER (1)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0DD39170" w14:textId="77777777" w:rsidR="006C18F0" w:rsidRDefault="00E04D72" w:rsidP="001C5704">
            <w:pPr>
              <w:spacing w:before="0"/>
              <w:ind w:right="0"/>
              <w:jc w:val="left"/>
              <w:rPr>
                <w:rFonts w:ascii="Arial Narrow" w:hAnsi="Arial Narrow" w:cs="Calibri"/>
                <w:color w:val="002060"/>
                <w:szCs w:val="22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 xml:space="preserve">Tipologia domanda </w:t>
            </w:r>
          </w:p>
          <w:p w14:paraId="2CD0D2BB" w14:textId="3EC7B0B9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(</w:t>
            </w:r>
            <w:r w:rsidRPr="00E04D72">
              <w:rPr>
                <w:rFonts w:ascii="Arial Narrow" w:hAnsi="Arial Narrow" w:cs="Calibri"/>
                <w:color w:val="002060"/>
                <w:szCs w:val="22"/>
              </w:rPr>
              <w:t>Valori ammessi: vedi Tabella 2</w:t>
            </w:r>
            <w:r>
              <w:rPr>
                <w:rFonts w:ascii="Arial Narrow" w:hAnsi="Arial Narrow" w:cs="Calibri"/>
                <w:color w:val="002060"/>
                <w:szCs w:val="22"/>
              </w:rPr>
              <w:t>)</w:t>
            </w:r>
          </w:p>
        </w:tc>
        <w:tc>
          <w:tcPr>
            <w:tcW w:w="935" w:type="pct"/>
            <w:shd w:val="clear" w:color="auto" w:fill="auto"/>
            <w:noWrap/>
            <w:vAlign w:val="bottom"/>
          </w:tcPr>
          <w:p w14:paraId="62310A00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</w:tr>
      <w:tr w:rsidR="00E04D72" w:rsidRPr="00E2739C" w14:paraId="5610BB17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1E6025B2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TIPO_OPER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6992E67E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CHAR (1)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0A3BED3B" w14:textId="77777777" w:rsidR="00E04D72" w:rsidRDefault="00E04D72" w:rsidP="001C5704">
            <w:pPr>
              <w:spacing w:before="0"/>
              <w:ind w:right="0"/>
              <w:jc w:val="left"/>
              <w:rPr>
                <w:rFonts w:ascii="Arial Narrow" w:hAnsi="Arial Narrow" w:cs="Calibri"/>
                <w:color w:val="002060"/>
                <w:szCs w:val="22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Operazione che coinvolge la Domanda:</w:t>
            </w:r>
          </w:p>
          <w:p w14:paraId="43A15EE4" w14:textId="3DBBBC5F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 w:rsidRPr="00E04D72">
              <w:rPr>
                <w:rFonts w:ascii="Arial Narrow" w:hAnsi="Arial Narrow" w:cs="Calibri"/>
                <w:color w:val="002060"/>
                <w:szCs w:val="22"/>
              </w:rPr>
              <w:t>Valore ammesso: I=Inserimento; R=Rinuncia (in questo caso è sufficiente valorizzare il campi CUAA, CODI_ATTO_OPR, NUME_CAMP)</w:t>
            </w:r>
          </w:p>
        </w:tc>
        <w:tc>
          <w:tcPr>
            <w:tcW w:w="935" w:type="pct"/>
            <w:shd w:val="clear" w:color="auto" w:fill="auto"/>
            <w:noWrap/>
            <w:vAlign w:val="bottom"/>
          </w:tcPr>
          <w:p w14:paraId="20C238FB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</w:tr>
      <w:tr w:rsidR="00E04D72" w:rsidRPr="00E2739C" w14:paraId="64C68072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5AE64D40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CODI_ATTO_SOST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502E7FAB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VARCHAR2 (20)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22E4A0C9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Identificativo OP della Domanda sostituita</w:t>
            </w:r>
          </w:p>
        </w:tc>
        <w:tc>
          <w:tcPr>
            <w:tcW w:w="935" w:type="pct"/>
            <w:shd w:val="clear" w:color="auto" w:fill="auto"/>
            <w:noWrap/>
            <w:vAlign w:val="bottom"/>
          </w:tcPr>
          <w:p w14:paraId="37F8F472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</w:tr>
      <w:tr w:rsidR="00E04D72" w:rsidRPr="00E2739C" w14:paraId="18406AAB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2E3A76BF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DATA_INSERIMENTO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13EA555B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DATE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1FD940FA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sysdate</w:t>
            </w:r>
          </w:p>
        </w:tc>
        <w:tc>
          <w:tcPr>
            <w:tcW w:w="935" w:type="pct"/>
            <w:shd w:val="clear" w:color="auto" w:fill="auto"/>
            <w:noWrap/>
            <w:vAlign w:val="bottom"/>
          </w:tcPr>
          <w:p w14:paraId="6C9E8425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</w:p>
        </w:tc>
      </w:tr>
      <w:tr w:rsidR="00E04D72" w:rsidRPr="00E2739C" w14:paraId="0949CA42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7A48D2E5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SUPE_RIPOSO_INDEROGA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56CFA4E9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NUMBER (8)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5B228442" w14:textId="77777777" w:rsidR="00E04D72" w:rsidRDefault="00E04D72" w:rsidP="001C5704">
            <w:pPr>
              <w:spacing w:before="0"/>
              <w:ind w:right="0"/>
              <w:jc w:val="left"/>
              <w:rPr>
                <w:rFonts w:ascii="Arial Narrow" w:hAnsi="Arial Narrow" w:cs="Calibri"/>
                <w:color w:val="002060"/>
                <w:szCs w:val="22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Superficie richiesta a premio espressa in centiare (mq) terreni a riposo coltivati a seminativi ai sensi dell’art. 1 della Decisione di esecuzione della Commissione europea n. C(2022) 1875 del 23 marzo 2022</w:t>
            </w:r>
          </w:p>
          <w:p w14:paraId="76F65316" w14:textId="1A5FE5B5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  <w:tc>
          <w:tcPr>
            <w:tcW w:w="935" w:type="pct"/>
            <w:shd w:val="clear" w:color="auto" w:fill="auto"/>
            <w:noWrap/>
            <w:vAlign w:val="bottom"/>
          </w:tcPr>
          <w:p w14:paraId="62DE6807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</w:tr>
      <w:tr w:rsidR="00E04D72" w:rsidRPr="00E2739C" w14:paraId="1E1E00D2" w14:textId="77777777" w:rsidTr="00FD1EA3">
        <w:trPr>
          <w:trHeight w:val="290"/>
        </w:trPr>
        <w:tc>
          <w:tcPr>
            <w:tcW w:w="680" w:type="pct"/>
            <w:shd w:val="clear" w:color="auto" w:fill="auto"/>
            <w:noWrap/>
            <w:vAlign w:val="center"/>
          </w:tcPr>
          <w:p w14:paraId="6EE10729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val="en-US"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SUPE_RIPOSO_INDEROGA_EFA</w:t>
            </w:r>
          </w:p>
        </w:tc>
        <w:tc>
          <w:tcPr>
            <w:tcW w:w="944" w:type="pct"/>
            <w:shd w:val="clear" w:color="auto" w:fill="auto"/>
            <w:noWrap/>
            <w:vAlign w:val="center"/>
          </w:tcPr>
          <w:p w14:paraId="49DCB125" w14:textId="77777777" w:rsidR="00E04D72" w:rsidRPr="00E2739C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NUMBER (8)</w:t>
            </w:r>
          </w:p>
        </w:tc>
        <w:tc>
          <w:tcPr>
            <w:tcW w:w="2441" w:type="pct"/>
            <w:shd w:val="clear" w:color="auto" w:fill="auto"/>
            <w:noWrap/>
            <w:vAlign w:val="center"/>
          </w:tcPr>
          <w:p w14:paraId="0D317235" w14:textId="66D2DB12" w:rsidR="00E04D72" w:rsidRDefault="00E04D72" w:rsidP="001C5704">
            <w:pPr>
              <w:spacing w:before="0"/>
              <w:ind w:right="0"/>
              <w:jc w:val="left"/>
              <w:rPr>
                <w:rFonts w:ascii="Arial Narrow" w:hAnsi="Arial Narrow" w:cs="Calibri"/>
                <w:color w:val="002060"/>
                <w:szCs w:val="22"/>
              </w:rPr>
            </w:pPr>
            <w:r>
              <w:rPr>
                <w:rFonts w:ascii="Arial Narrow" w:hAnsi="Arial Narrow" w:cs="Calibri"/>
                <w:color w:val="002060"/>
                <w:szCs w:val="22"/>
              </w:rPr>
              <w:t>Superficie richiesta a premio espressa in centiare (mq) terreni a riposo EFA ai sensi dell’articolo 1, paragrafo 2 della Decisione di esecuzione (UE) n. C(2022) 1875 del 23 marzo 2022</w:t>
            </w:r>
          </w:p>
          <w:p w14:paraId="3284BF05" w14:textId="2DBD1BF3" w:rsidR="00E04D72" w:rsidRPr="00E04D72" w:rsidRDefault="00E04D72" w:rsidP="00C7675D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  <w:tc>
          <w:tcPr>
            <w:tcW w:w="935" w:type="pct"/>
            <w:shd w:val="clear" w:color="auto" w:fill="auto"/>
            <w:noWrap/>
            <w:vAlign w:val="bottom"/>
          </w:tcPr>
          <w:p w14:paraId="29A0EFD8" w14:textId="77777777" w:rsidR="00E04D72" w:rsidRPr="00E04D72" w:rsidRDefault="00E04D72" w:rsidP="001C5704">
            <w:pPr>
              <w:spacing w:before="0"/>
              <w:ind w:right="0"/>
              <w:jc w:val="left"/>
              <w:rPr>
                <w:rFonts w:ascii="Calibri" w:eastAsia="Times New Roman" w:hAnsi="Calibri" w:cs="Calibri"/>
                <w:color w:val="000000"/>
                <w:spacing w:val="0"/>
                <w:szCs w:val="22"/>
                <w:lang w:eastAsia="en-US"/>
              </w:rPr>
            </w:pPr>
          </w:p>
        </w:tc>
      </w:tr>
    </w:tbl>
    <w:p w14:paraId="3E7B634B" w14:textId="77777777" w:rsidR="00E04D72" w:rsidRPr="003808A3" w:rsidRDefault="00E04D72" w:rsidP="007874D0"/>
    <w:p w14:paraId="39E71082" w14:textId="77777777" w:rsidR="008F73AD" w:rsidRPr="00A332E7" w:rsidRDefault="008F73AD" w:rsidP="008F73AD">
      <w:pPr>
        <w:pStyle w:val="Heading1"/>
      </w:pPr>
      <w:bookmarkStart w:id="11" w:name="_Toc419964157"/>
      <w:bookmarkStart w:id="12" w:name="_Toc516140874"/>
      <w:bookmarkStart w:id="13" w:name="_Toc103761629"/>
      <w:r w:rsidRPr="00A332E7">
        <w:lastRenderedPageBreak/>
        <w:t>ALLEGATI</w:t>
      </w:r>
      <w:bookmarkEnd w:id="11"/>
      <w:bookmarkEnd w:id="12"/>
      <w:bookmarkEnd w:id="13"/>
    </w:p>
    <w:p w14:paraId="70711F71" w14:textId="30A2EA3E" w:rsidR="008F73AD" w:rsidRPr="008F73AD" w:rsidRDefault="008F73AD" w:rsidP="008F73AD">
      <w:pPr>
        <w:pStyle w:val="Heading2"/>
        <w:rPr>
          <w:lang w:val="it-IT"/>
        </w:rPr>
      </w:pPr>
      <w:bookmarkStart w:id="14" w:name="_Ref416173589"/>
      <w:bookmarkStart w:id="15" w:name="_Toc418591608"/>
      <w:bookmarkStart w:id="16" w:name="_Toc419964158"/>
      <w:bookmarkStart w:id="17" w:name="_Toc103761630"/>
      <w:bookmarkStart w:id="18" w:name="_Toc516140875"/>
      <w:r w:rsidRPr="008F73AD">
        <w:rPr>
          <w:lang w:val="it-IT"/>
        </w:rPr>
        <w:t xml:space="preserve">Allegato 1 – Tabella </w:t>
      </w:r>
      <w:bookmarkEnd w:id="14"/>
      <w:bookmarkEnd w:id="15"/>
      <w:bookmarkEnd w:id="16"/>
      <w:r w:rsidRPr="008F73AD">
        <w:rPr>
          <w:lang w:val="it-IT"/>
        </w:rPr>
        <w:t>contenente decodifica ID_ORPA</w:t>
      </w:r>
      <w:bookmarkEnd w:id="17"/>
      <w:r w:rsidRPr="008F73AD">
        <w:rPr>
          <w:lang w:val="it-IT"/>
        </w:rPr>
        <w:t xml:space="preserve"> </w:t>
      </w:r>
      <w:bookmarkEnd w:id="18"/>
    </w:p>
    <w:p w14:paraId="40C1A5D5" w14:textId="0012397B" w:rsidR="00BA4BD1" w:rsidRDefault="00BA4BD1" w:rsidP="00BA4BD1">
      <w:pPr>
        <w:ind w:left="775"/>
      </w:pPr>
    </w:p>
    <w:p w14:paraId="5633D835" w14:textId="44E16202" w:rsidR="00E04D72" w:rsidRDefault="00E04D72" w:rsidP="00BA4BD1">
      <w:pPr>
        <w:ind w:left="775"/>
      </w:pPr>
    </w:p>
    <w:p w14:paraId="1579CAE9" w14:textId="51723239" w:rsidR="00E04D72" w:rsidRDefault="00E04D72" w:rsidP="00BA4BD1">
      <w:pPr>
        <w:ind w:left="775"/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3380"/>
        <w:gridCol w:w="580"/>
        <w:gridCol w:w="4700"/>
      </w:tblGrid>
      <w:tr w:rsidR="00E04D72" w:rsidRPr="00E04D72" w14:paraId="09379C69" w14:textId="77777777" w:rsidTr="006C18F0">
        <w:trPr>
          <w:trHeight w:val="280"/>
        </w:trPr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01B25650" w14:textId="77777777" w:rsidR="00E04D72" w:rsidRPr="00E04D72" w:rsidRDefault="00E04D72" w:rsidP="006C18F0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proofErr w:type="spellStart"/>
            <w:r w:rsidRPr="00E04D72"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>Tabella</w:t>
            </w:r>
            <w:proofErr w:type="spellEnd"/>
            <w:r w:rsidRPr="00E04D72"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 xml:space="preserve"> 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2BB8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12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13B4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AGREA</w:t>
            </w:r>
          </w:p>
        </w:tc>
      </w:tr>
      <w:tr w:rsidR="00E04D72" w:rsidRPr="00E04D72" w14:paraId="52D4ACDD" w14:textId="77777777" w:rsidTr="006C18F0">
        <w:trPr>
          <w:trHeight w:val="28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35782E94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460E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4102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ARTEA</w:t>
            </w:r>
          </w:p>
        </w:tc>
      </w:tr>
      <w:tr w:rsidR="00E04D72" w:rsidRPr="00E04D72" w14:paraId="58784D97" w14:textId="77777777" w:rsidTr="006C18F0">
        <w:trPr>
          <w:trHeight w:val="28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43F86A89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67FE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6645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AVEPA</w:t>
            </w:r>
          </w:p>
        </w:tc>
      </w:tr>
      <w:tr w:rsidR="00E04D72" w:rsidRPr="00E04D72" w14:paraId="2ADBCB73" w14:textId="77777777" w:rsidTr="006C18F0">
        <w:trPr>
          <w:trHeight w:val="28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1A45829C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DE0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E66D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OPLO</w:t>
            </w:r>
          </w:p>
        </w:tc>
      </w:tr>
      <w:tr w:rsidR="00E04D72" w:rsidRPr="00E04D72" w14:paraId="7EBB7531" w14:textId="77777777" w:rsidTr="006C18F0">
        <w:trPr>
          <w:trHeight w:val="28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4D18CB2D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04B5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160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5923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APPAG</w:t>
            </w:r>
          </w:p>
        </w:tc>
      </w:tr>
      <w:tr w:rsidR="00E04D72" w:rsidRPr="00E04D72" w14:paraId="20DDBBD1" w14:textId="77777777" w:rsidTr="006C18F0">
        <w:trPr>
          <w:trHeight w:val="28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788BE510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4423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161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9122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OPPAB</w:t>
            </w:r>
          </w:p>
        </w:tc>
      </w:tr>
      <w:tr w:rsidR="00E04D72" w:rsidRPr="00E04D72" w14:paraId="07C541B2" w14:textId="77777777" w:rsidTr="006C18F0">
        <w:trPr>
          <w:trHeight w:val="28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757B1212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4999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742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B49A7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ARPEA</w:t>
            </w:r>
          </w:p>
        </w:tc>
      </w:tr>
    </w:tbl>
    <w:p w14:paraId="24FD8BED" w14:textId="77777777" w:rsidR="00E04D72" w:rsidRPr="00DC5902" w:rsidRDefault="00E04D72" w:rsidP="00BA4BD1">
      <w:pPr>
        <w:ind w:left="775"/>
      </w:pPr>
    </w:p>
    <w:bookmarkEnd w:id="0"/>
    <w:bookmarkEnd w:id="3"/>
    <w:bookmarkEnd w:id="4"/>
    <w:bookmarkEnd w:id="5"/>
    <w:bookmarkEnd w:id="6"/>
    <w:bookmarkEnd w:id="7"/>
    <w:p w14:paraId="309335BA" w14:textId="1A80DCAA" w:rsidR="00E04D72" w:rsidRPr="008F73AD" w:rsidRDefault="00E04D72" w:rsidP="008F73AD">
      <w:pPr>
        <w:pStyle w:val="Heading2"/>
        <w:numPr>
          <w:ilvl w:val="0"/>
          <w:numId w:val="0"/>
        </w:numPr>
        <w:rPr>
          <w:lang w:val="it-IT"/>
        </w:rPr>
      </w:pPr>
    </w:p>
    <w:p w14:paraId="483BF997" w14:textId="0037AFA9" w:rsidR="008F73AD" w:rsidRPr="008F73AD" w:rsidRDefault="008F73AD" w:rsidP="008F73AD">
      <w:pPr>
        <w:pStyle w:val="Heading2"/>
        <w:rPr>
          <w:lang w:val="it-IT"/>
        </w:rPr>
      </w:pPr>
      <w:bookmarkStart w:id="19" w:name="_Toc103761631"/>
      <w:r w:rsidRPr="008F73AD">
        <w:rPr>
          <w:lang w:val="it-IT"/>
        </w:rPr>
        <w:t>Allegato 1 – Tabella contenente decodifica TIPO_DOMA</w:t>
      </w:r>
      <w:bookmarkEnd w:id="19"/>
    </w:p>
    <w:p w14:paraId="3471225B" w14:textId="733FCF2D" w:rsidR="00E04D72" w:rsidRDefault="00E04D72" w:rsidP="00EA5EDC"/>
    <w:p w14:paraId="71FBF48B" w14:textId="77777777" w:rsidR="00E04D72" w:rsidRDefault="00E04D72" w:rsidP="00EA5EDC"/>
    <w:tbl>
      <w:tblPr>
        <w:tblW w:w="8660" w:type="dxa"/>
        <w:tblLook w:val="04A0" w:firstRow="1" w:lastRow="0" w:firstColumn="1" w:lastColumn="0" w:noHBand="0" w:noVBand="1"/>
      </w:tblPr>
      <w:tblGrid>
        <w:gridCol w:w="3380"/>
        <w:gridCol w:w="580"/>
        <w:gridCol w:w="4700"/>
      </w:tblGrid>
      <w:tr w:rsidR="00E04D72" w:rsidRPr="00E04D72" w14:paraId="08CE9557" w14:textId="77777777" w:rsidTr="006C18F0">
        <w:trPr>
          <w:trHeight w:val="280"/>
        </w:trPr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6292EF86" w14:textId="77777777" w:rsidR="00E04D72" w:rsidRPr="00E04D72" w:rsidRDefault="00E04D72" w:rsidP="006C18F0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proofErr w:type="spellStart"/>
            <w:r w:rsidRPr="00E04D72"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>Tabella</w:t>
            </w:r>
            <w:proofErr w:type="spellEnd"/>
            <w:r w:rsidRPr="00E04D72">
              <w:rPr>
                <w:rFonts w:ascii="Calibri" w:eastAsia="Times New Roman" w:hAnsi="Calibri" w:cs="Calibri"/>
                <w:b/>
                <w:bCs/>
                <w:color w:val="FFFFFF"/>
                <w:spacing w:val="0"/>
                <w:szCs w:val="22"/>
                <w:lang w:val="en-US" w:eastAsia="en-US"/>
              </w:rPr>
              <w:t xml:space="preserve"> 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9687" w14:textId="77777777" w:rsidR="00E04D72" w:rsidRPr="00E04D72" w:rsidRDefault="00E04D72" w:rsidP="00E04D72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5DD5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proofErr w:type="spellStart"/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Iniziale</w:t>
            </w:r>
            <w:proofErr w:type="spellEnd"/>
          </w:p>
        </w:tc>
      </w:tr>
      <w:tr w:rsidR="00E04D72" w:rsidRPr="00E04D72" w14:paraId="7509931B" w14:textId="77777777" w:rsidTr="006C18F0">
        <w:trPr>
          <w:trHeight w:val="56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7843DFBA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85F4" w14:textId="77777777" w:rsidR="00E04D72" w:rsidRPr="00E04D72" w:rsidRDefault="00E04D72" w:rsidP="00E04D72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DE7A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  <w:t xml:space="preserve">Domanda di modifica ai sensi dell'art. </w:t>
            </w: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15 del Reg. (UE) n. 809/2014</w:t>
            </w:r>
          </w:p>
        </w:tc>
      </w:tr>
      <w:tr w:rsidR="00E04D72" w:rsidRPr="00E04D72" w14:paraId="270DF59C" w14:textId="77777777" w:rsidTr="006C18F0">
        <w:trPr>
          <w:trHeight w:val="56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0B5D7A22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1C96" w14:textId="77777777" w:rsidR="00E04D72" w:rsidRPr="00E04D72" w:rsidRDefault="00E04D72" w:rsidP="00E04D72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3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69B5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  <w:t xml:space="preserve">Comunicazione di correzione e adeguamento di errori palesi ai sensi dell'art. </w:t>
            </w: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4 del Reg. (UE) n. 809/2014</w:t>
            </w:r>
          </w:p>
        </w:tc>
      </w:tr>
      <w:tr w:rsidR="00E04D72" w:rsidRPr="00E04D72" w14:paraId="14B4F1E7" w14:textId="77777777" w:rsidTr="006C18F0">
        <w:trPr>
          <w:trHeight w:val="56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5D9425A1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35A7" w14:textId="77777777" w:rsidR="00E04D72" w:rsidRPr="00E04D72" w:rsidRDefault="00E04D72" w:rsidP="00E04D72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4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41F3" w14:textId="77777777" w:rsidR="00E04D72" w:rsidRPr="00E04D72" w:rsidRDefault="00E04D72" w:rsidP="00E04D72">
            <w:pPr>
              <w:spacing w:before="0"/>
              <w:ind w:right="0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  <w:t xml:space="preserve">Comunicazione di ritiro di domande di aiuto ai sensi dell'art. </w:t>
            </w: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3 del Reg. (UE) n.809/2014</w:t>
            </w:r>
          </w:p>
        </w:tc>
      </w:tr>
      <w:tr w:rsidR="00E04D72" w:rsidRPr="00E04D72" w14:paraId="46475AB6" w14:textId="77777777" w:rsidTr="006C18F0">
        <w:trPr>
          <w:trHeight w:val="56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7CB0F099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3EAE" w14:textId="77777777" w:rsidR="00E04D72" w:rsidRPr="00E04D72" w:rsidRDefault="00E04D72" w:rsidP="00E04D72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7CB8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  <w:t>Comunicazione ai sensi dell'art. 4 del Reg. UE 640/2014 (Forza maggiore e circostanze eccezionali)</w:t>
            </w:r>
          </w:p>
        </w:tc>
      </w:tr>
      <w:tr w:rsidR="00E04D72" w:rsidRPr="00E04D72" w14:paraId="4050A871" w14:textId="77777777" w:rsidTr="006C18F0">
        <w:trPr>
          <w:trHeight w:val="56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14:paraId="3A6FD6FA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FDEA" w14:textId="77777777" w:rsidR="00E04D72" w:rsidRPr="00E04D72" w:rsidRDefault="00E04D72" w:rsidP="00E04D72">
            <w:pPr>
              <w:spacing w:before="0"/>
              <w:ind w:right="0"/>
              <w:jc w:val="center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9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BAF9" w14:textId="77777777" w:rsidR="00E04D72" w:rsidRPr="00E04D72" w:rsidRDefault="00E04D72" w:rsidP="00E04D72">
            <w:pPr>
              <w:spacing w:before="0"/>
              <w:ind w:right="0"/>
              <w:jc w:val="left"/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</w:pP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eastAsia="en-US"/>
              </w:rPr>
              <w:t xml:space="preserve"> Comunicazione ai sensi dell'art. 8 del Reg. </w:t>
            </w:r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UE 809/2014 (</w:t>
            </w:r>
            <w:proofErr w:type="spellStart"/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cessione</w:t>
            </w:r>
            <w:proofErr w:type="spellEnd"/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 xml:space="preserve"> di </w:t>
            </w:r>
            <w:proofErr w:type="spellStart"/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aziende</w:t>
            </w:r>
            <w:proofErr w:type="spellEnd"/>
            <w:r w:rsidRPr="00E04D72">
              <w:rPr>
                <w:rFonts w:ascii="Arial Narrow" w:eastAsia="Times New Roman" w:hAnsi="Arial Narrow" w:cs="Calibri"/>
                <w:color w:val="002060"/>
                <w:spacing w:val="0"/>
                <w:szCs w:val="22"/>
                <w:lang w:val="en-US" w:eastAsia="en-US"/>
              </w:rPr>
              <w:t>)</w:t>
            </w:r>
          </w:p>
        </w:tc>
      </w:tr>
    </w:tbl>
    <w:p w14:paraId="1E7B0EAB" w14:textId="77777777" w:rsidR="00E04D72" w:rsidRPr="00FD528E" w:rsidRDefault="00E04D72" w:rsidP="00EA5EDC"/>
    <w:sectPr w:rsidR="00E04D72" w:rsidRPr="00FD528E" w:rsidSect="000F79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A6AA" w14:textId="77777777" w:rsidR="002F77FC" w:rsidRDefault="002F77FC" w:rsidP="00B1019B">
      <w:r>
        <w:separator/>
      </w:r>
    </w:p>
  </w:endnote>
  <w:endnote w:type="continuationSeparator" w:id="0">
    <w:p w14:paraId="6E83C53C" w14:textId="77777777" w:rsidR="002F77FC" w:rsidRDefault="002F77FC" w:rsidP="00B1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66"/>
    </w:tblGrid>
    <w:tr w:rsidR="00CC3D27" w:rsidRPr="00763D93" w14:paraId="57A73E56" w14:textId="77777777" w:rsidTr="00FC50FB">
      <w:trPr>
        <w:jc w:val="center"/>
      </w:trPr>
      <w:tc>
        <w:tcPr>
          <w:tcW w:w="5000" w:type="pct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tbl>
          <w:tblPr>
            <w:tblW w:w="5000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0250"/>
          </w:tblGrid>
          <w:tr w:rsidR="00CC3D27" w:rsidRPr="007D1F63" w14:paraId="5AD453F5" w14:textId="77777777" w:rsidTr="00FC50FB">
            <w:tc>
              <w:tcPr>
                <w:tcW w:w="5000" w:type="pct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tbl>
                <w:tblPr>
                  <w:tblW w:w="5000" w:type="pct"/>
                  <w:tblLook w:val="04A0" w:firstRow="1" w:lastRow="0" w:firstColumn="1" w:lastColumn="0" w:noHBand="0" w:noVBand="1"/>
                </w:tblPr>
                <w:tblGrid>
                  <w:gridCol w:w="2386"/>
                  <w:gridCol w:w="3829"/>
                  <w:gridCol w:w="1107"/>
                  <w:gridCol w:w="1476"/>
                  <w:gridCol w:w="1236"/>
                </w:tblGrid>
                <w:tr w:rsidR="000D2300" w:rsidRPr="007D1F63" w14:paraId="6654D03C" w14:textId="77777777" w:rsidTr="00FC50FB">
                  <w:trPr>
                    <w:trHeight w:val="340"/>
                  </w:trPr>
                  <w:tc>
                    <w:tcPr>
                      <w:tcW w:w="1201" w:type="pct"/>
                    </w:tcPr>
                    <w:p w14:paraId="32BFA0EB" w14:textId="6F3737A3" w:rsidR="00CC3D27" w:rsidRPr="007D1F63" w:rsidRDefault="00D938C6" w:rsidP="00B1019B">
                      <w:pPr>
                        <w:pStyle w:val="NormaleGiustizia"/>
                        <w:rPr>
                          <w:lang w:eastAsia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CF47D6" wp14:editId="635C83C0">
                            <wp:extent cx="1377950" cy="279400"/>
                            <wp:effectExtent l="0" t="0" r="0" b="0"/>
                            <wp:docPr id="8" name="Immagine 8" descr="cid:image001.png@01D81917.13C1CD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5" descr="cid:image001.png@01D81917.13C1CD8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 r:link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7950" cy="279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537" w:type="pct"/>
                    </w:tcPr>
                    <w:p w14:paraId="7C8D28D1" w14:textId="465D229C" w:rsidR="00CC3D27" w:rsidRPr="007D1F63" w:rsidRDefault="000D2300" w:rsidP="00B1019B">
                      <w:pPr>
                        <w:pStyle w:val="NormaleGiustizia"/>
                        <w:rPr>
                          <w:lang w:val="en-US" w:eastAsia="en-GB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059D6D" wp14:editId="2A481E90">
                            <wp:extent cx="2294876" cy="4572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4792" cy="4591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754" w:type="pct"/>
                      <w:vAlign w:val="bottom"/>
                    </w:tcPr>
                    <w:p w14:paraId="4E63C4C6" w14:textId="5711EA1E" w:rsidR="00CC3D27" w:rsidRPr="00080E8B" w:rsidRDefault="00CC3D27" w:rsidP="00B1019B">
                      <w:pPr>
                        <w:pStyle w:val="NormaleGiustizia"/>
                        <w:rPr>
                          <w:lang w:val="de-DE" w:eastAsia="en-GB"/>
                        </w:rPr>
                      </w:pPr>
                      <w:r>
                        <w:rPr>
                          <w:noProof/>
                        </w:rPr>
                        <w:drawing>
                          <wp:anchor distT="0" distB="0" distL="114300" distR="114300" simplePos="0" relativeHeight="251667456" behindDoc="0" locked="0" layoutInCell="1" allowOverlap="1" wp14:anchorId="763442BB" wp14:editId="4DF0F6D8">
                            <wp:simplePos x="0" y="0"/>
                            <wp:positionH relativeFrom="column">
                              <wp:posOffset>283210</wp:posOffset>
                            </wp:positionH>
                            <wp:positionV relativeFrom="paragraph">
                              <wp:posOffset>-328930</wp:posOffset>
                            </wp:positionV>
                            <wp:extent cx="280670" cy="304800"/>
                            <wp:effectExtent l="0" t="0" r="5080" b="0"/>
                            <wp:wrapTopAndBottom/>
                            <wp:docPr id="1344" name="Immagine 13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67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w:r>
                    </w:p>
                  </w:tc>
                  <w:tc>
                    <w:tcPr>
                      <w:tcW w:w="754" w:type="pct"/>
                    </w:tcPr>
                    <w:p w14:paraId="6480BAAA" w14:textId="77777777" w:rsidR="00CC3D27" w:rsidRPr="007D1F63" w:rsidRDefault="00CC3D27" w:rsidP="00B1019B">
                      <w:pPr>
                        <w:pStyle w:val="NormaleGiustizia"/>
                        <w:rPr>
                          <w:rFonts w:asciiTheme="minorHAnsi" w:hAnsiTheme="minorHAnsi"/>
                          <w:sz w:val="18"/>
                          <w:szCs w:val="18"/>
                          <w:lang w:eastAsia="en-GB"/>
                        </w:rPr>
                      </w:pPr>
                      <w:r>
                        <w:rPr>
                          <w:noProof/>
                        </w:rPr>
                        <w:drawing>
                          <wp:anchor distT="0" distB="0" distL="114300" distR="114300" simplePos="0" relativeHeight="251652096" behindDoc="0" locked="0" layoutInCell="1" allowOverlap="1" wp14:anchorId="303AA080" wp14:editId="542C14C8">
                            <wp:simplePos x="0" y="0"/>
                            <wp:positionH relativeFrom="column">
                              <wp:posOffset>-68580</wp:posOffset>
                            </wp:positionH>
                            <wp:positionV relativeFrom="paragraph">
                              <wp:posOffset>54610</wp:posOffset>
                            </wp:positionV>
                            <wp:extent cx="800100" cy="289560"/>
                            <wp:effectExtent l="0" t="0" r="0" b="0"/>
                            <wp:wrapTopAndBottom/>
                            <wp:docPr id="1347" name="Immagine 1347" descr="cid:image002.jpg@01D66669.8EBF76C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id:image002.jpg@01D66669.8EBF76C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r:link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anchor>
                        </w:drawing>
                      </w:r>
                    </w:p>
                  </w:tc>
                  <w:tc>
                    <w:tcPr>
                      <w:tcW w:w="754" w:type="pct"/>
                    </w:tcPr>
                    <w:p w14:paraId="39860AB0" w14:textId="77777777" w:rsidR="00CC3D27" w:rsidRPr="007D1F63" w:rsidRDefault="00CC3D27" w:rsidP="00B1019B">
                      <w:pPr>
                        <w:pStyle w:val="NormaleGiustizia"/>
                        <w:rPr>
                          <w:rFonts w:asciiTheme="minorHAnsi" w:hAnsiTheme="minorHAnsi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anchor distT="0" distB="0" distL="114300" distR="114300" simplePos="0" relativeHeight="251658240" behindDoc="0" locked="0" layoutInCell="1" allowOverlap="1" wp14:anchorId="3A262508" wp14:editId="64677EB8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647700" cy="289560"/>
                            <wp:effectExtent l="0" t="0" r="0" b="0"/>
                            <wp:wrapTopAndBottom/>
                            <wp:docPr id="1349" name="Immagine 1349" descr="cid:image003.jpg@01D66669.8EBF76C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468" descr="cid:image003.jpg@01D66669.8EBF76C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r:link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anchor>
                        </w:drawing>
                      </w:r>
                    </w:p>
                  </w:tc>
                </w:tr>
              </w:tbl>
              <w:p w14:paraId="5EC586E1" w14:textId="77777777" w:rsidR="00CC3D27" w:rsidRPr="007D1F63" w:rsidRDefault="00CC3D27" w:rsidP="00B1019B">
                <w:pPr>
                  <w:pStyle w:val="NormaleGiustizia"/>
                  <w:rPr>
                    <w:lang w:val="en-US" w:eastAsia="en-GB"/>
                  </w:rPr>
                </w:pPr>
              </w:p>
            </w:tc>
          </w:tr>
        </w:tbl>
        <w:p w14:paraId="1EA5BF43" w14:textId="77777777" w:rsidR="00CC3D27" w:rsidRPr="00763D93" w:rsidRDefault="00CC3D27" w:rsidP="00B1019B">
          <w:pPr>
            <w:rPr>
              <w:lang w:val="en-US" w:eastAsia="en-GB"/>
            </w:rPr>
          </w:pPr>
        </w:p>
      </w:tc>
    </w:tr>
  </w:tbl>
  <w:p w14:paraId="460F50A5" w14:textId="33D72E3E" w:rsidR="00CC3D27" w:rsidRPr="00610E8F" w:rsidRDefault="00CC3D27" w:rsidP="006D7A1D">
    <w:pPr>
      <w:pStyle w:val="Footer"/>
      <w:jc w:val="right"/>
    </w:pPr>
    <w:r w:rsidRPr="00FD1704">
      <w:rPr>
        <w:sz w:val="18"/>
        <w:szCs w:val="18"/>
        <w:lang w:val="en-US"/>
      </w:rPr>
      <w:t>Pag.</w:t>
    </w:r>
    <w:r w:rsidRPr="00FD1704">
      <w:rPr>
        <w:sz w:val="18"/>
        <w:szCs w:val="18"/>
        <w:lang w:val="en-US"/>
      </w:rPr>
      <w:fldChar w:fldCharType="begin"/>
    </w:r>
    <w:r w:rsidRPr="00FD1704">
      <w:rPr>
        <w:sz w:val="18"/>
        <w:szCs w:val="18"/>
        <w:lang w:val="en-US"/>
      </w:rPr>
      <w:instrText>PAGE   \* MERGEFORMAT</w:instrText>
    </w:r>
    <w:r w:rsidRPr="00FD1704">
      <w:rPr>
        <w:sz w:val="18"/>
        <w:szCs w:val="18"/>
        <w:lang w:val="en-US"/>
      </w:rPr>
      <w:fldChar w:fldCharType="separate"/>
    </w:r>
    <w:r w:rsidR="00D938C6">
      <w:rPr>
        <w:noProof/>
        <w:sz w:val="18"/>
        <w:szCs w:val="18"/>
        <w:lang w:val="en-US"/>
      </w:rPr>
      <w:t>2</w:t>
    </w:r>
    <w:r w:rsidRPr="00FD1704">
      <w:rPr>
        <w:sz w:val="18"/>
        <w:szCs w:val="18"/>
        <w:lang w:val="en-US"/>
      </w:rPr>
      <w:fldChar w:fldCharType="end"/>
    </w:r>
    <w:r w:rsidRPr="00FD1704">
      <w:rPr>
        <w:sz w:val="18"/>
        <w:szCs w:val="18"/>
        <w:lang w:val="en-US"/>
      </w:rPr>
      <w:t>/</w:t>
    </w:r>
    <w:r w:rsidR="002F77FC">
      <w:fldChar w:fldCharType="begin"/>
    </w:r>
    <w:r w:rsidR="002F77FC">
      <w:instrText xml:space="preserve"> NUMPAGES  \* Arabic  \* MERGEFORMAT </w:instrText>
    </w:r>
    <w:r w:rsidR="002F77FC">
      <w:fldChar w:fldCharType="separate"/>
    </w:r>
    <w:r w:rsidR="00D938C6" w:rsidRPr="00D938C6">
      <w:rPr>
        <w:noProof/>
        <w:sz w:val="18"/>
        <w:szCs w:val="18"/>
        <w:lang w:val="en-US"/>
      </w:rPr>
      <w:t>11</w:t>
    </w:r>
    <w:r w:rsidR="002F77FC">
      <w:rPr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4560" w14:textId="0FDE0FB7" w:rsidR="00CC3D27" w:rsidRPr="00C6548A" w:rsidRDefault="00CC3D27" w:rsidP="00C6548A">
    <w:pPr>
      <w:pStyle w:val="Footer"/>
      <w:jc w:val="right"/>
      <w:rPr>
        <w:sz w:val="18"/>
      </w:rPr>
    </w:pPr>
    <w:r w:rsidRPr="00563981">
      <w:rPr>
        <w:color w:val="BFBFBF"/>
        <w:lang w:val="en-US"/>
      </w:rPr>
      <w:tab/>
    </w:r>
    <w:r>
      <w:rPr>
        <w:lang w:val="en-US"/>
      </w:rPr>
      <w:tab/>
    </w:r>
    <w:r w:rsidRPr="00C6548A">
      <w:rPr>
        <w:sz w:val="18"/>
        <w:lang w:val="en-US"/>
      </w:rPr>
      <w:t xml:space="preserve">Page </w:t>
    </w:r>
    <w:r w:rsidRPr="00C6548A">
      <w:rPr>
        <w:sz w:val="18"/>
        <w:lang w:val="en-US"/>
      </w:rPr>
      <w:fldChar w:fldCharType="begin"/>
    </w:r>
    <w:r w:rsidRPr="00C6548A">
      <w:rPr>
        <w:sz w:val="18"/>
        <w:lang w:val="en-US"/>
      </w:rPr>
      <w:instrText xml:space="preserve"> PAGE   \* MERGEFORMAT </w:instrText>
    </w:r>
    <w:r w:rsidRPr="00C6548A">
      <w:rPr>
        <w:sz w:val="18"/>
        <w:lang w:val="en-US"/>
      </w:rPr>
      <w:fldChar w:fldCharType="separate"/>
    </w:r>
    <w:r w:rsidR="00D938C6">
      <w:rPr>
        <w:noProof/>
        <w:sz w:val="18"/>
        <w:lang w:val="en-US"/>
      </w:rPr>
      <w:t>1</w:t>
    </w:r>
    <w:r w:rsidRPr="00C6548A">
      <w:rPr>
        <w:sz w:val="18"/>
        <w:lang w:val="en-US"/>
      </w:rPr>
      <w:fldChar w:fldCharType="end"/>
    </w:r>
    <w:r w:rsidRPr="00C6548A">
      <w:rPr>
        <w:sz w:val="18"/>
        <w:lang w:val="en-US"/>
      </w:rPr>
      <w:t xml:space="preserve"> of </w:t>
    </w:r>
    <w:r w:rsidR="002F77FC">
      <w:fldChar w:fldCharType="begin"/>
    </w:r>
    <w:r w:rsidR="002F77FC">
      <w:instrText xml:space="preserve"> NUMPAGES   \* MERGEFORMAT </w:instrText>
    </w:r>
    <w:r w:rsidR="002F77FC">
      <w:fldChar w:fldCharType="separate"/>
    </w:r>
    <w:r w:rsidR="00D938C6" w:rsidRPr="00D938C6">
      <w:rPr>
        <w:noProof/>
        <w:sz w:val="18"/>
        <w:lang w:val="en-US"/>
      </w:rPr>
      <w:t>11</w:t>
    </w:r>
    <w:r w:rsidR="002F77FC">
      <w:rPr>
        <w:noProof/>
        <w:sz w:val="18"/>
        <w:lang w:val="en-US"/>
      </w:rPr>
      <w:fldChar w:fldCharType="end"/>
    </w:r>
  </w:p>
  <w:p w14:paraId="6A7E7007" w14:textId="77777777" w:rsidR="00CC3D27" w:rsidRDefault="00CC3D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657BE" w14:textId="77777777" w:rsidR="002F77FC" w:rsidRDefault="002F77FC" w:rsidP="00B1019B">
      <w:r>
        <w:separator/>
      </w:r>
    </w:p>
  </w:footnote>
  <w:footnote w:type="continuationSeparator" w:id="0">
    <w:p w14:paraId="680B75D1" w14:textId="77777777" w:rsidR="002F77FC" w:rsidRDefault="002F77FC" w:rsidP="00B10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402"/>
      <w:gridCol w:w="3688"/>
      <w:gridCol w:w="3376"/>
    </w:tblGrid>
    <w:tr w:rsidR="00CC3D27" w:rsidRPr="001F6454" w14:paraId="327EAA5E" w14:textId="77777777" w:rsidTr="00FC50FB">
      <w:trPr>
        <w:trHeight w:val="701"/>
      </w:trPr>
      <w:tc>
        <w:tcPr>
          <w:tcW w:w="1625" w:type="pct"/>
          <w:vAlign w:val="center"/>
        </w:tcPr>
        <w:p w14:paraId="17312B6B" w14:textId="1A2B4D91" w:rsidR="00CC3D27" w:rsidRPr="001F6454" w:rsidRDefault="00CC3D27" w:rsidP="008A4F6F">
          <w:pPr>
            <w:pStyle w:val="HeaderPagina"/>
          </w:pPr>
        </w:p>
      </w:tc>
      <w:tc>
        <w:tcPr>
          <w:tcW w:w="1762" w:type="pct"/>
          <w:vAlign w:val="center"/>
        </w:tcPr>
        <w:p w14:paraId="530DD180" w14:textId="7F7C529F" w:rsidR="00CC3D27" w:rsidRPr="001F6454" w:rsidRDefault="00CC3D27" w:rsidP="008A4F6F">
          <w:pPr>
            <w:pStyle w:val="HeaderPagina"/>
            <w:jc w:val="center"/>
          </w:pPr>
        </w:p>
      </w:tc>
      <w:tc>
        <w:tcPr>
          <w:tcW w:w="1613" w:type="pct"/>
          <w:vAlign w:val="center"/>
        </w:tcPr>
        <w:p w14:paraId="542AEF0B" w14:textId="70DE7280" w:rsidR="00CC3D27" w:rsidRPr="001F6454" w:rsidRDefault="00DF6E74" w:rsidP="008A4F6F">
          <w:pPr>
            <w:pStyle w:val="HeaderPagina"/>
            <w:jc w:val="right"/>
          </w:pPr>
          <w:fldSimple w:instr=" DOCPROPERTY  Data  \* MERGEFORMAT ">
            <w:r w:rsidR="006C18F0">
              <w:t>17</w:t>
            </w:r>
            <w:r w:rsidR="00CC3D27">
              <w:t>/</w:t>
            </w:r>
            <w:r w:rsidR="000B03C9">
              <w:t>0</w:t>
            </w:r>
            <w:r w:rsidR="006C18F0">
              <w:t>5</w:t>
            </w:r>
            <w:r w:rsidR="00CC3D27">
              <w:t>/</w:t>
            </w:r>
          </w:fldSimple>
          <w:r w:rsidR="000B03C9">
            <w:t>2022</w:t>
          </w:r>
        </w:p>
        <w:p w14:paraId="0E216725" w14:textId="75DB9C50" w:rsidR="00CC3D27" w:rsidRPr="001F6454" w:rsidRDefault="000B03C9" w:rsidP="008A4F6F">
          <w:pPr>
            <w:pStyle w:val="HeaderPagina"/>
            <w:jc w:val="right"/>
          </w:pPr>
          <w:r w:rsidRPr="001F6454">
            <w:t>Rev.</w:t>
          </w:r>
          <w:r w:rsidR="002F77FC">
            <w:fldChar w:fldCharType="begin"/>
          </w:r>
          <w:r w:rsidR="002F77FC">
            <w:instrText xml:space="preserve"> DOCPROPERTY  Revisione  \* MERGEFORMAT </w:instrText>
          </w:r>
          <w:r w:rsidR="002F77FC">
            <w:fldChar w:fldCharType="separate"/>
          </w:r>
          <w:r>
            <w:t>01</w:t>
          </w:r>
          <w:r w:rsidR="00B5452F">
            <w:t>.</w:t>
          </w:r>
          <w:r>
            <w:t>00</w:t>
          </w:r>
          <w:r w:rsidR="002F77FC">
            <w:fldChar w:fldCharType="end"/>
          </w:r>
        </w:p>
      </w:tc>
    </w:tr>
  </w:tbl>
  <w:p w14:paraId="405AAD44" w14:textId="77777777" w:rsidR="00CC3D27" w:rsidRDefault="00CC3D27" w:rsidP="00B1019B"/>
  <w:p w14:paraId="71B5F0BA" w14:textId="77777777" w:rsidR="00CC3D27" w:rsidRDefault="00CC3D27" w:rsidP="00B101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8118"/>
      <w:gridCol w:w="1682"/>
      <w:gridCol w:w="222"/>
      <w:gridCol w:w="222"/>
      <w:gridCol w:w="222"/>
    </w:tblGrid>
    <w:tr w:rsidR="00CC3D27" w:rsidRPr="007D1F63" w14:paraId="7EF366DC" w14:textId="77777777" w:rsidTr="00DC7C2B">
      <w:trPr>
        <w:trHeight w:val="340"/>
      </w:trPr>
      <w:tc>
        <w:tcPr>
          <w:tcW w:w="1201" w:type="pct"/>
        </w:tcPr>
        <w:tbl>
          <w:tblPr>
            <w:tblW w:w="3968" w:type="pct"/>
            <w:tblBorders>
              <w:bottom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386"/>
            <w:gridCol w:w="1596"/>
            <w:gridCol w:w="1208"/>
            <w:gridCol w:w="1476"/>
            <w:gridCol w:w="1236"/>
          </w:tblGrid>
          <w:tr w:rsidR="008C4798" w14:paraId="48796C36" w14:textId="77777777" w:rsidTr="007E4381">
            <w:trPr>
              <w:trHeight w:val="340"/>
            </w:trPr>
            <w:tc>
              <w:tcPr>
                <w:tcW w:w="212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09CA9793" w14:textId="60C50BCE" w:rsidR="008C4798" w:rsidRDefault="00D938C6" w:rsidP="008C4798">
                <w:pPr>
                  <w:pStyle w:val="NormaleGiustizia"/>
                  <w:spacing w:line="256" w:lineRule="auto"/>
                  <w:rPr>
                    <w:lang w:eastAsia="en-GB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BE98AFB" wp14:editId="276ECD41">
                      <wp:extent cx="1377950" cy="279400"/>
                      <wp:effectExtent l="0" t="0" r="0" b="0"/>
                      <wp:docPr id="7" name="Immagine 7" descr="cid:image001.png@01D81917.13C1CD8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cid:image001.png@01D81917.13C1CD8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77950" cy="279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37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3C25A7B6" w14:textId="77777777" w:rsidR="008C4798" w:rsidRDefault="008C4798" w:rsidP="008C4798">
                <w:pPr>
                  <w:pStyle w:val="NormaleGiustizia"/>
                  <w:spacing w:line="256" w:lineRule="auto"/>
                  <w:rPr>
                    <w:lang w:val="en-US" w:eastAsia="en-GB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9BCFB1D" wp14:editId="11FA802C">
                      <wp:extent cx="876300" cy="330200"/>
                      <wp:effectExtent l="0" t="0" r="0" b="0"/>
                      <wp:docPr id="2" name="Immagine 2" descr="cid:image002.png@01D77196.DB8F658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id:image002.png@01D77196.DB8F658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r:link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6300" cy="33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50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bottom"/>
                <w:hideMark/>
              </w:tcPr>
              <w:p w14:paraId="0B9FCBA2" w14:textId="77777777" w:rsidR="008C4798" w:rsidRDefault="008C4798" w:rsidP="008C4798">
                <w:pPr>
                  <w:pStyle w:val="NormaleGiustizia"/>
                  <w:spacing w:line="256" w:lineRule="auto"/>
                  <w:rPr>
                    <w:lang w:val="de-DE" w:eastAsia="en-GB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0" locked="0" layoutInCell="1" allowOverlap="1" wp14:anchorId="5213DC65" wp14:editId="5EFAE24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-307340</wp:posOffset>
                      </wp:positionV>
                      <wp:extent cx="629920" cy="304800"/>
                      <wp:effectExtent l="0" t="0" r="0" b="0"/>
                      <wp:wrapTopAndBottom/>
                      <wp:docPr id="5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9920" cy="3048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950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0C53C984" w14:textId="77777777" w:rsidR="008C4798" w:rsidRDefault="008C4798" w:rsidP="008C4798">
                <w:pPr>
                  <w:pStyle w:val="NormaleGiustizia"/>
                  <w:spacing w:line="256" w:lineRule="auto"/>
                  <w:rPr>
                    <w:rFonts w:asciiTheme="minorHAnsi" w:hAnsiTheme="minorHAnsi"/>
                    <w:sz w:val="18"/>
                    <w:szCs w:val="18"/>
                    <w:lang w:eastAsia="en-GB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5168" behindDoc="0" locked="0" layoutInCell="1" allowOverlap="1" wp14:anchorId="59C8E5D0" wp14:editId="0B2532BC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38735</wp:posOffset>
                      </wp:positionV>
                      <wp:extent cx="800100" cy="289560"/>
                      <wp:effectExtent l="0" t="0" r="0" b="0"/>
                      <wp:wrapTopAndBottom/>
                      <wp:docPr id="4" name="Immagine 4" descr="cid:image002.jpg@01D66669.8EBF76C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1" descr="cid:image002.jpg@01D66669.8EBF76C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 r:link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0100" cy="2895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950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05668142" w14:textId="0F84E424" w:rsidR="008C4798" w:rsidRDefault="00D938C6" w:rsidP="008C4798">
                <w:pPr>
                  <w:pStyle w:val="NormaleGiustizia"/>
                  <w:spacing w:line="256" w:lineRule="auto"/>
                  <w:rPr>
                    <w:rFonts w:asciiTheme="minorHAnsi" w:hAnsiTheme="minorHAnsi"/>
                    <w:sz w:val="18"/>
                    <w:szCs w:val="18"/>
                    <w:lang w:val="en-US" w:eastAsia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2D18056E" wp14:editId="4813D7ED">
                      <wp:simplePos x="0" y="0"/>
                      <wp:positionH relativeFrom="column">
                        <wp:posOffset>3522345</wp:posOffset>
                      </wp:positionH>
                      <wp:positionV relativeFrom="paragraph">
                        <wp:posOffset>-334010</wp:posOffset>
                      </wp:positionV>
                      <wp:extent cx="647700" cy="289560"/>
                      <wp:effectExtent l="0" t="0" r="0" b="0"/>
                      <wp:wrapTopAndBottom/>
                      <wp:docPr id="3" name="Immagine 3" descr="cid:image003.jpg@01D66669.8EBF76C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2" descr="cid:image003.jpg@01D66669.8EBF76C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r:link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700" cy="2895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5392609" w14:textId="34BBBE6B" w:rsidR="00CC3D27" w:rsidRPr="007D1F63" w:rsidRDefault="00CC3D27" w:rsidP="00DC7C2B">
          <w:pPr>
            <w:pStyle w:val="NormaleGiustizia"/>
            <w:rPr>
              <w:lang w:eastAsia="en-GB"/>
            </w:rPr>
          </w:pPr>
        </w:p>
      </w:tc>
      <w:tc>
        <w:tcPr>
          <w:tcW w:w="1537" w:type="pct"/>
        </w:tcPr>
        <w:p w14:paraId="2C751FFB" w14:textId="77777777" w:rsidR="00CC3D27" w:rsidRPr="007D1F63" w:rsidRDefault="00CC3D27" w:rsidP="00DC7C2B">
          <w:pPr>
            <w:pStyle w:val="NormaleGiustizia"/>
            <w:rPr>
              <w:lang w:val="en-US" w:eastAsia="en-GB"/>
            </w:rPr>
          </w:pPr>
        </w:p>
      </w:tc>
      <w:tc>
        <w:tcPr>
          <w:tcW w:w="754" w:type="pct"/>
          <w:vAlign w:val="bottom"/>
        </w:tcPr>
        <w:p w14:paraId="2458ABA3" w14:textId="77777777" w:rsidR="00CC3D27" w:rsidRPr="00080E8B" w:rsidRDefault="00CC3D27" w:rsidP="00DC7C2B">
          <w:pPr>
            <w:pStyle w:val="NormaleGiustizia"/>
            <w:rPr>
              <w:lang w:val="de-DE" w:eastAsia="en-GB"/>
            </w:rPr>
          </w:pPr>
        </w:p>
      </w:tc>
      <w:tc>
        <w:tcPr>
          <w:tcW w:w="754" w:type="pct"/>
        </w:tcPr>
        <w:p w14:paraId="78BD62AE" w14:textId="77777777" w:rsidR="00CC3D27" w:rsidRPr="007D1F63" w:rsidRDefault="00CC3D27" w:rsidP="00DC7C2B">
          <w:pPr>
            <w:pStyle w:val="NormaleGiustizia"/>
            <w:rPr>
              <w:rFonts w:asciiTheme="minorHAnsi" w:hAnsiTheme="minorHAnsi"/>
              <w:sz w:val="18"/>
              <w:szCs w:val="18"/>
              <w:lang w:eastAsia="en-GB"/>
            </w:rPr>
          </w:pPr>
        </w:p>
      </w:tc>
      <w:tc>
        <w:tcPr>
          <w:tcW w:w="754" w:type="pct"/>
        </w:tcPr>
        <w:p w14:paraId="147F9E95" w14:textId="77777777" w:rsidR="00CC3D27" w:rsidRPr="007D1F63" w:rsidRDefault="00CC3D27" w:rsidP="00DC7C2B">
          <w:pPr>
            <w:pStyle w:val="NormaleGiustizia"/>
            <w:rPr>
              <w:rFonts w:asciiTheme="minorHAnsi" w:hAnsiTheme="minorHAnsi"/>
              <w:sz w:val="18"/>
              <w:szCs w:val="18"/>
              <w:lang w:val="en-US"/>
            </w:rPr>
          </w:pPr>
        </w:p>
      </w:tc>
    </w:tr>
  </w:tbl>
  <w:p w14:paraId="5ABDF09E" w14:textId="2C707334" w:rsidR="00CC3D27" w:rsidRDefault="008A50A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9B169AE" wp14:editId="7289D2FF">
              <wp:simplePos x="0" y="0"/>
              <wp:positionH relativeFrom="page">
                <wp:posOffset>-114300</wp:posOffset>
              </wp:positionH>
              <wp:positionV relativeFrom="page">
                <wp:posOffset>65405</wp:posOffset>
              </wp:positionV>
              <wp:extent cx="7560310" cy="121920"/>
              <wp:effectExtent l="0" t="0" r="0" b="0"/>
              <wp:wrapNone/>
              <wp:docPr id="9" name="MSIPCM7dd84612b586d86b6019793b" descr="{&quot;HashCode&quot;:-1217922534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121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31E9AC" w14:textId="77777777" w:rsidR="00CC3D27" w:rsidRPr="004119B5" w:rsidRDefault="00CC3D27" w:rsidP="00DC7C2B"/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169AE" id="_x0000_t202" coordsize="21600,21600" o:spt="202" path="m,l,21600r21600,l21600,xe">
              <v:stroke joinstyle="miter"/>
              <v:path gradientshapeok="t" o:connecttype="rect"/>
            </v:shapetype>
            <v:shape id="MSIPCM7dd84612b586d86b6019793b" o:spid="_x0000_s1026" type="#_x0000_t202" alt="{&quot;HashCode&quot;:-1217922534,&quot;Height&quot;:841.0,&quot;Width&quot;:595.0,&quot;Placement&quot;:&quot;Footer&quot;,&quot;Index&quot;:&quot;Primary&quot;,&quot;Section&quot;:1,&quot;Top&quot;:0.0,&quot;Left&quot;:0.0}" style="position:absolute;left:0;text-align:left;margin-left:-9pt;margin-top:5.15pt;width:595.3pt;height:9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" o:allowincell="f" filled="f" stroked="f" strokeweight=".5pt">
              <v:path arrowok="t"/>
              <v:textbox inset=",0,,0">
                <w:txbxContent>
                  <w:p w14:paraId="6D31E9AC" w14:textId="77777777" w:rsidR="00CC3D27" w:rsidRPr="004119B5" w:rsidRDefault="00CC3D27" w:rsidP="00DC7C2B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0FC69D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tabs>
          <w:tab w:val="num" w:pos="1031"/>
        </w:tabs>
        <w:ind w:left="103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i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7"/>
        </w:tabs>
        <w:ind w:left="-567" w:firstLine="0"/>
      </w:pPr>
      <w:rPr>
        <w:rFonts w:hint="default"/>
      </w:rPr>
    </w:lvl>
  </w:abstractNum>
  <w:abstractNum w:abstractNumId="1" w15:restartNumberingAfterBreak="0">
    <w:nsid w:val="01C04449"/>
    <w:multiLevelType w:val="hybridMultilevel"/>
    <w:tmpl w:val="A8926852"/>
    <w:lvl w:ilvl="0" w:tplc="73E6B222">
      <w:start w:val="1"/>
      <w:numFmt w:val="decimal"/>
      <w:lvlText w:val="DR-%1."/>
      <w:lvlJc w:val="left"/>
      <w:pPr>
        <w:ind w:left="360" w:hanging="360"/>
      </w:pPr>
      <w:rPr>
        <w:rFonts w:hint="default"/>
      </w:rPr>
    </w:lvl>
    <w:lvl w:ilvl="1" w:tplc="7D6C3E3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B42007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83FCC940">
      <w:start w:val="1"/>
      <w:numFmt w:val="lowerRoman"/>
      <w:lvlText w:val="%4."/>
      <w:lvlJc w:val="left"/>
      <w:pPr>
        <w:ind w:left="2880" w:hanging="72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CD5AE4"/>
    <w:multiLevelType w:val="multilevel"/>
    <w:tmpl w:val="F2D8E538"/>
    <w:numStyleLink w:val="Appendice"/>
  </w:abstractNum>
  <w:abstractNum w:abstractNumId="3" w15:restartNumberingAfterBreak="0">
    <w:nsid w:val="069D6B03"/>
    <w:multiLevelType w:val="hybridMultilevel"/>
    <w:tmpl w:val="60EA6DF4"/>
    <w:lvl w:ilvl="0" w:tplc="1E4CC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D6692"/>
    <w:multiLevelType w:val="hybridMultilevel"/>
    <w:tmpl w:val="71E4BEB0"/>
    <w:lvl w:ilvl="0" w:tplc="FAFACAC2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17E8"/>
    <w:multiLevelType w:val="hybridMultilevel"/>
    <w:tmpl w:val="9CE81B10"/>
    <w:lvl w:ilvl="0" w:tplc="4800868E">
      <w:start w:val="1"/>
      <w:numFmt w:val="bullet"/>
      <w:pStyle w:val="Bullet1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AA7E2BC6">
      <w:start w:val="1"/>
      <w:numFmt w:val="bullet"/>
      <w:pStyle w:val="Bullet2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B4211D0"/>
    <w:multiLevelType w:val="hybridMultilevel"/>
    <w:tmpl w:val="17C2DDF0"/>
    <w:lvl w:ilvl="0" w:tplc="FF9493FA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012D7"/>
    <w:multiLevelType w:val="hybridMultilevel"/>
    <w:tmpl w:val="FD5C7D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35C08"/>
    <w:multiLevelType w:val="multilevel"/>
    <w:tmpl w:val="19368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00008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caps w:val="0"/>
        <w:strike w:val="0"/>
        <w:dstrike w:val="0"/>
        <w:vanish w:val="0"/>
        <w:color w:val="00008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158" w:hanging="504"/>
      </w:pPr>
      <w:rPr>
        <w:rFonts w:hint="default"/>
        <w:b/>
        <w:i w:val="0"/>
        <w:color w:val="00008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1662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8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454"/>
        </w:tabs>
        <w:ind w:left="21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74"/>
        </w:tabs>
        <w:ind w:left="26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34"/>
        </w:tabs>
        <w:ind w:left="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4"/>
        </w:tabs>
        <w:ind w:left="36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4"/>
        </w:tabs>
        <w:ind w:left="4254" w:hanging="1440"/>
      </w:pPr>
      <w:rPr>
        <w:rFonts w:hint="default"/>
      </w:rPr>
    </w:lvl>
  </w:abstractNum>
  <w:abstractNum w:abstractNumId="9" w15:restartNumberingAfterBreak="0">
    <w:nsid w:val="1B30443B"/>
    <w:multiLevelType w:val="hybridMultilevel"/>
    <w:tmpl w:val="A2F2B8C2"/>
    <w:lvl w:ilvl="0" w:tplc="AECA04C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36EF2"/>
    <w:multiLevelType w:val="hybridMultilevel"/>
    <w:tmpl w:val="132CDEEE"/>
    <w:lvl w:ilvl="0" w:tplc="21B2ED38">
      <w:numFmt w:val="bullet"/>
      <w:lvlText w:val="-"/>
      <w:lvlJc w:val="left"/>
      <w:pPr>
        <w:ind w:left="720" w:hanging="360"/>
      </w:pPr>
      <w:rPr>
        <w:rFonts w:ascii="Calibri" w:eastAsia="Garamond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77FEB"/>
    <w:multiLevelType w:val="hybridMultilevel"/>
    <w:tmpl w:val="478ADD42"/>
    <w:lvl w:ilvl="0" w:tplc="EE527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D6001"/>
    <w:multiLevelType w:val="multilevel"/>
    <w:tmpl w:val="F2D8E538"/>
    <w:styleLink w:val="Appendice"/>
    <w:lvl w:ilvl="0">
      <w:start w:val="1"/>
      <w:numFmt w:val="decimal"/>
      <w:pStyle w:val="AppTitolo"/>
      <w:lvlText w:val="Appendic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ppendice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Appendice 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Appendice 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91B05F7"/>
    <w:multiLevelType w:val="hybridMultilevel"/>
    <w:tmpl w:val="141E3688"/>
    <w:lvl w:ilvl="0" w:tplc="FC32AE7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2009A"/>
    <w:multiLevelType w:val="hybridMultilevel"/>
    <w:tmpl w:val="70A83A76"/>
    <w:lvl w:ilvl="0" w:tplc="CDBAD79E">
      <w:start w:val="1"/>
      <w:numFmt w:val="decimal"/>
      <w:lvlText w:val="DA-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859A5"/>
    <w:multiLevelType w:val="hybridMultilevel"/>
    <w:tmpl w:val="8DFA1938"/>
    <w:lvl w:ilvl="0" w:tplc="BAC0E2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2765F"/>
    <w:multiLevelType w:val="multilevel"/>
    <w:tmpl w:val="45E8577A"/>
    <w:lvl w:ilvl="0">
      <w:start w:val="1"/>
      <w:numFmt w:val="bullet"/>
      <w:pStyle w:val="BulletLivello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44546A" w:themeColor="text2"/>
        <w:sz w:val="20"/>
        <w:szCs w:val="22"/>
        <w:vertAlign w:val="baseline"/>
      </w:rPr>
    </w:lvl>
    <w:lvl w:ilvl="1">
      <w:start w:val="1"/>
      <w:numFmt w:val="bullet"/>
      <w:pStyle w:val="BulletLivello1"/>
      <w:lvlText w:val=""/>
      <w:lvlJc w:val="left"/>
      <w:pPr>
        <w:tabs>
          <w:tab w:val="num" w:pos="7282"/>
        </w:tabs>
        <w:ind w:left="1106" w:hanging="397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8591"/>
        </w:tabs>
        <w:ind w:left="1778" w:hanging="360"/>
      </w:pPr>
      <w:rPr>
        <w:rFonts w:ascii="Wingdings" w:hAnsi="Wingdings" w:hint="default"/>
        <w:color w:val="E4002B"/>
      </w:rPr>
    </w:lvl>
    <w:lvl w:ilvl="3">
      <w:start w:val="1"/>
      <w:numFmt w:val="bullet"/>
      <w:lvlText w:val=""/>
      <w:lvlJc w:val="left"/>
      <w:pPr>
        <w:tabs>
          <w:tab w:val="num" w:pos="9311"/>
        </w:tabs>
        <w:ind w:left="2487" w:hanging="360"/>
      </w:pPr>
      <w:rPr>
        <w:rFonts w:ascii="Symbol" w:hAnsi="Symbol" w:hint="default"/>
        <w:color w:val="E4002B"/>
      </w:rPr>
    </w:lvl>
    <w:lvl w:ilvl="4">
      <w:start w:val="1"/>
      <w:numFmt w:val="bullet"/>
      <w:lvlText w:val="o"/>
      <w:lvlJc w:val="left"/>
      <w:pPr>
        <w:tabs>
          <w:tab w:val="num" w:pos="10031"/>
        </w:tabs>
        <w:ind w:left="1003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0751"/>
        </w:tabs>
        <w:ind w:left="107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1471"/>
        </w:tabs>
        <w:ind w:left="114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191"/>
        </w:tabs>
        <w:ind w:left="1219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2911"/>
        </w:tabs>
        <w:ind w:left="12911" w:hanging="360"/>
      </w:pPr>
      <w:rPr>
        <w:rFonts w:ascii="Wingdings" w:hAnsi="Wingdings" w:hint="default"/>
      </w:rPr>
    </w:lvl>
  </w:abstractNum>
  <w:abstractNum w:abstractNumId="17" w15:restartNumberingAfterBreak="0">
    <w:nsid w:val="47682B34"/>
    <w:multiLevelType w:val="hybridMultilevel"/>
    <w:tmpl w:val="51AE0CB0"/>
    <w:lvl w:ilvl="0" w:tplc="201EA928">
      <w:start w:val="1"/>
      <w:numFmt w:val="decimal"/>
      <w:pStyle w:val="ListParagraph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2B3F64"/>
    <w:multiLevelType w:val="hybridMultilevel"/>
    <w:tmpl w:val="48D220F8"/>
    <w:lvl w:ilvl="0" w:tplc="1E4CC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972DE"/>
    <w:multiLevelType w:val="hybridMultilevel"/>
    <w:tmpl w:val="CC628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670A0"/>
    <w:multiLevelType w:val="hybridMultilevel"/>
    <w:tmpl w:val="6A6E9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A5814"/>
    <w:multiLevelType w:val="hybridMultilevel"/>
    <w:tmpl w:val="7C8A200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5D63E5B"/>
    <w:multiLevelType w:val="hybridMultilevel"/>
    <w:tmpl w:val="43629A5C"/>
    <w:lvl w:ilvl="0" w:tplc="26EA494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C3B75"/>
    <w:multiLevelType w:val="hybridMultilevel"/>
    <w:tmpl w:val="CD5265C4"/>
    <w:lvl w:ilvl="0" w:tplc="9B581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72437"/>
    <w:multiLevelType w:val="hybridMultilevel"/>
    <w:tmpl w:val="2FDEA82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77E0C32"/>
    <w:multiLevelType w:val="hybridMultilevel"/>
    <w:tmpl w:val="F5DE077A"/>
    <w:lvl w:ilvl="0" w:tplc="1E7E2AF4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B4E53D5"/>
    <w:multiLevelType w:val="hybridMultilevel"/>
    <w:tmpl w:val="B58E8C5C"/>
    <w:lvl w:ilvl="0" w:tplc="1E4CC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D2D84"/>
    <w:multiLevelType w:val="multilevel"/>
    <w:tmpl w:val="DC8A5AFE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64"/>
        </w:tabs>
        <w:ind w:left="864" w:hanging="864"/>
      </w:pPr>
      <w:rPr>
        <w:rFonts w:hint="default"/>
        <w:lang w:val="it-I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32"/>
        </w:tabs>
        <w:ind w:left="1432" w:hanging="86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1F4E79" w:themeColor="accent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49A151A"/>
    <w:multiLevelType w:val="hybridMultilevel"/>
    <w:tmpl w:val="7402F2E8"/>
    <w:lvl w:ilvl="0" w:tplc="FC32AE7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6"/>
  </w:num>
  <w:num w:numId="6">
    <w:abstractNumId w:val="12"/>
  </w:num>
  <w:num w:numId="7">
    <w:abstractNumId w:val="2"/>
    <w:lvlOverride w:ilvl="0">
      <w:lvl w:ilvl="0">
        <w:start w:val="1"/>
        <w:numFmt w:val="decimal"/>
        <w:pStyle w:val="AppTitolo"/>
        <w:lvlText w:val="Appendice %1."/>
        <w:lvlJc w:val="left"/>
        <w:pPr>
          <w:ind w:left="360" w:hanging="360"/>
        </w:pPr>
        <w:rPr>
          <w:rFonts w:ascii="Arial" w:hAnsi="Arial" w:hint="default"/>
          <w:b/>
          <w:bCs w:val="0"/>
          <w:i w:val="0"/>
          <w:iCs w:val="0"/>
          <w:caps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Appendice 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Appendice 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Appendice 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7"/>
  </w:num>
  <w:num w:numId="9">
    <w:abstractNumId w:val="28"/>
  </w:num>
  <w:num w:numId="10">
    <w:abstractNumId w:val="23"/>
  </w:num>
  <w:num w:numId="11">
    <w:abstractNumId w:val="21"/>
  </w:num>
  <w:num w:numId="12">
    <w:abstractNumId w:val="20"/>
  </w:num>
  <w:num w:numId="13">
    <w:abstractNumId w:val="25"/>
  </w:num>
  <w:num w:numId="14">
    <w:abstractNumId w:val="9"/>
  </w:num>
  <w:num w:numId="15">
    <w:abstractNumId w:val="13"/>
  </w:num>
  <w:num w:numId="16">
    <w:abstractNumId w:val="6"/>
  </w:num>
  <w:num w:numId="17">
    <w:abstractNumId w:val="22"/>
  </w:num>
  <w:num w:numId="18">
    <w:abstractNumId w:val="4"/>
  </w:num>
  <w:num w:numId="19">
    <w:abstractNumId w:val="22"/>
  </w:num>
  <w:num w:numId="20">
    <w:abstractNumId w:val="19"/>
  </w:num>
  <w:num w:numId="21">
    <w:abstractNumId w:val="15"/>
  </w:num>
  <w:num w:numId="22">
    <w:abstractNumId w:val="15"/>
  </w:num>
  <w:num w:numId="23">
    <w:abstractNumId w:val="18"/>
  </w:num>
  <w:num w:numId="24">
    <w:abstractNumId w:val="3"/>
  </w:num>
  <w:num w:numId="25">
    <w:abstractNumId w:val="26"/>
  </w:num>
  <w:num w:numId="26">
    <w:abstractNumId w:val="18"/>
  </w:num>
  <w:num w:numId="27">
    <w:abstractNumId w:val="24"/>
  </w:num>
  <w:num w:numId="28">
    <w:abstractNumId w:val="18"/>
  </w:num>
  <w:num w:numId="29">
    <w:abstractNumId w:val="0"/>
  </w:num>
  <w:num w:numId="30">
    <w:abstractNumId w:val="11"/>
  </w:num>
  <w:num w:numId="31">
    <w:abstractNumId w:val="10"/>
  </w:num>
  <w:num w:numId="32">
    <w:abstractNumId w:val="17"/>
  </w:num>
  <w:num w:numId="33">
    <w:abstractNumId w:val="17"/>
    <w:lvlOverride w:ilvl="0">
      <w:startOverride w:val="1"/>
    </w:lvlOverride>
  </w:num>
  <w:num w:numId="34">
    <w:abstractNumId w:val="17"/>
    <w:lvlOverride w:ilvl="0">
      <w:startOverride w:val="1"/>
    </w:lvlOverride>
  </w:num>
  <w:num w:numId="35">
    <w:abstractNumId w:val="17"/>
    <w:lvlOverride w:ilvl="0">
      <w:startOverride w:val="1"/>
    </w:lvlOverride>
  </w:num>
  <w:num w:numId="36">
    <w:abstractNumId w:val="8"/>
  </w:num>
  <w:num w:numId="37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efaultTableStyle w:val="Tabella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080"/>
    <w:rsid w:val="000010EC"/>
    <w:rsid w:val="000022A8"/>
    <w:rsid w:val="0000437D"/>
    <w:rsid w:val="000074D8"/>
    <w:rsid w:val="00007B04"/>
    <w:rsid w:val="00010398"/>
    <w:rsid w:val="00011388"/>
    <w:rsid w:val="0001190E"/>
    <w:rsid w:val="000127D5"/>
    <w:rsid w:val="000129ED"/>
    <w:rsid w:val="00012B8A"/>
    <w:rsid w:val="000141F2"/>
    <w:rsid w:val="000168B2"/>
    <w:rsid w:val="0002009A"/>
    <w:rsid w:val="0002044C"/>
    <w:rsid w:val="0002065A"/>
    <w:rsid w:val="0002207A"/>
    <w:rsid w:val="00022215"/>
    <w:rsid w:val="000222DE"/>
    <w:rsid w:val="000222E4"/>
    <w:rsid w:val="00022F39"/>
    <w:rsid w:val="000232DB"/>
    <w:rsid w:val="00023AC8"/>
    <w:rsid w:val="00023EA8"/>
    <w:rsid w:val="000252C6"/>
    <w:rsid w:val="000269F5"/>
    <w:rsid w:val="00027242"/>
    <w:rsid w:val="0003006C"/>
    <w:rsid w:val="000307F8"/>
    <w:rsid w:val="000325BA"/>
    <w:rsid w:val="000356D2"/>
    <w:rsid w:val="0004220D"/>
    <w:rsid w:val="00042EAA"/>
    <w:rsid w:val="00043E43"/>
    <w:rsid w:val="00044C11"/>
    <w:rsid w:val="000515D9"/>
    <w:rsid w:val="00051BBD"/>
    <w:rsid w:val="00052910"/>
    <w:rsid w:val="00052DFB"/>
    <w:rsid w:val="00053F33"/>
    <w:rsid w:val="000574AE"/>
    <w:rsid w:val="00061637"/>
    <w:rsid w:val="0006366E"/>
    <w:rsid w:val="0006386D"/>
    <w:rsid w:val="00063F55"/>
    <w:rsid w:val="000644A2"/>
    <w:rsid w:val="0006556E"/>
    <w:rsid w:val="00065E50"/>
    <w:rsid w:val="00067B05"/>
    <w:rsid w:val="000711D6"/>
    <w:rsid w:val="000738C6"/>
    <w:rsid w:val="00074978"/>
    <w:rsid w:val="00074E1E"/>
    <w:rsid w:val="00077C8F"/>
    <w:rsid w:val="00080D45"/>
    <w:rsid w:val="000815CF"/>
    <w:rsid w:val="0008317B"/>
    <w:rsid w:val="0008490D"/>
    <w:rsid w:val="00084F91"/>
    <w:rsid w:val="000850EE"/>
    <w:rsid w:val="0008798C"/>
    <w:rsid w:val="00090FB0"/>
    <w:rsid w:val="000919B8"/>
    <w:rsid w:val="0009399B"/>
    <w:rsid w:val="0009596B"/>
    <w:rsid w:val="000978A8"/>
    <w:rsid w:val="000A0BD3"/>
    <w:rsid w:val="000A1B1F"/>
    <w:rsid w:val="000A2E56"/>
    <w:rsid w:val="000A3795"/>
    <w:rsid w:val="000A6BCF"/>
    <w:rsid w:val="000A7538"/>
    <w:rsid w:val="000A7C00"/>
    <w:rsid w:val="000B03C9"/>
    <w:rsid w:val="000B0AF4"/>
    <w:rsid w:val="000B0D93"/>
    <w:rsid w:val="000B0E3C"/>
    <w:rsid w:val="000B2653"/>
    <w:rsid w:val="000B4609"/>
    <w:rsid w:val="000B4855"/>
    <w:rsid w:val="000B4A1B"/>
    <w:rsid w:val="000B58AC"/>
    <w:rsid w:val="000B71AB"/>
    <w:rsid w:val="000C0F02"/>
    <w:rsid w:val="000C1298"/>
    <w:rsid w:val="000C1F5E"/>
    <w:rsid w:val="000C4911"/>
    <w:rsid w:val="000C7AB8"/>
    <w:rsid w:val="000D2300"/>
    <w:rsid w:val="000D2B21"/>
    <w:rsid w:val="000D4E06"/>
    <w:rsid w:val="000D629B"/>
    <w:rsid w:val="000D7A33"/>
    <w:rsid w:val="000E0522"/>
    <w:rsid w:val="000E2D51"/>
    <w:rsid w:val="000E4507"/>
    <w:rsid w:val="000E46B1"/>
    <w:rsid w:val="000E5573"/>
    <w:rsid w:val="000F003A"/>
    <w:rsid w:val="000F13E4"/>
    <w:rsid w:val="000F40B0"/>
    <w:rsid w:val="000F4C0D"/>
    <w:rsid w:val="000F4C41"/>
    <w:rsid w:val="000F4F6A"/>
    <w:rsid w:val="000F7253"/>
    <w:rsid w:val="000F72ED"/>
    <w:rsid w:val="000F75D2"/>
    <w:rsid w:val="000F7991"/>
    <w:rsid w:val="000F7F9C"/>
    <w:rsid w:val="00100D3C"/>
    <w:rsid w:val="0010110E"/>
    <w:rsid w:val="00101DAD"/>
    <w:rsid w:val="00102281"/>
    <w:rsid w:val="0010311F"/>
    <w:rsid w:val="001045B0"/>
    <w:rsid w:val="00105AD7"/>
    <w:rsid w:val="00105CB9"/>
    <w:rsid w:val="00107366"/>
    <w:rsid w:val="00111BE2"/>
    <w:rsid w:val="00113124"/>
    <w:rsid w:val="001133EB"/>
    <w:rsid w:val="001141EE"/>
    <w:rsid w:val="00114C3F"/>
    <w:rsid w:val="001179F0"/>
    <w:rsid w:val="00120BF0"/>
    <w:rsid w:val="00120CAD"/>
    <w:rsid w:val="001217CC"/>
    <w:rsid w:val="00121E55"/>
    <w:rsid w:val="0012669A"/>
    <w:rsid w:val="00126EB8"/>
    <w:rsid w:val="0013154D"/>
    <w:rsid w:val="00136085"/>
    <w:rsid w:val="00137B0E"/>
    <w:rsid w:val="0014120B"/>
    <w:rsid w:val="00142DB9"/>
    <w:rsid w:val="0014567C"/>
    <w:rsid w:val="00152D75"/>
    <w:rsid w:val="0015337D"/>
    <w:rsid w:val="00155C7E"/>
    <w:rsid w:val="00155D1F"/>
    <w:rsid w:val="001607EE"/>
    <w:rsid w:val="001650C5"/>
    <w:rsid w:val="00167612"/>
    <w:rsid w:val="00170237"/>
    <w:rsid w:val="001705A8"/>
    <w:rsid w:val="00170CC9"/>
    <w:rsid w:val="00172A2A"/>
    <w:rsid w:val="00176174"/>
    <w:rsid w:val="001764CD"/>
    <w:rsid w:val="00177E46"/>
    <w:rsid w:val="0018043E"/>
    <w:rsid w:val="00180BE1"/>
    <w:rsid w:val="00181DF3"/>
    <w:rsid w:val="001839EC"/>
    <w:rsid w:val="00183D2E"/>
    <w:rsid w:val="0018490D"/>
    <w:rsid w:val="00186601"/>
    <w:rsid w:val="00187322"/>
    <w:rsid w:val="0019041C"/>
    <w:rsid w:val="001917BE"/>
    <w:rsid w:val="00194363"/>
    <w:rsid w:val="00194956"/>
    <w:rsid w:val="00194AE6"/>
    <w:rsid w:val="00196097"/>
    <w:rsid w:val="001965B2"/>
    <w:rsid w:val="001A0F89"/>
    <w:rsid w:val="001A47A2"/>
    <w:rsid w:val="001A50B4"/>
    <w:rsid w:val="001A5C0F"/>
    <w:rsid w:val="001A67D6"/>
    <w:rsid w:val="001B04DF"/>
    <w:rsid w:val="001B090F"/>
    <w:rsid w:val="001B269C"/>
    <w:rsid w:val="001B4A3E"/>
    <w:rsid w:val="001B539E"/>
    <w:rsid w:val="001B5ED8"/>
    <w:rsid w:val="001B5FED"/>
    <w:rsid w:val="001B6AFF"/>
    <w:rsid w:val="001C0226"/>
    <w:rsid w:val="001C06C6"/>
    <w:rsid w:val="001C1E1F"/>
    <w:rsid w:val="001C2832"/>
    <w:rsid w:val="001C6D44"/>
    <w:rsid w:val="001C7A84"/>
    <w:rsid w:val="001D043C"/>
    <w:rsid w:val="001D0E6A"/>
    <w:rsid w:val="001D16DA"/>
    <w:rsid w:val="001D483F"/>
    <w:rsid w:val="001D4A4A"/>
    <w:rsid w:val="001D4FED"/>
    <w:rsid w:val="001D669E"/>
    <w:rsid w:val="001D69B1"/>
    <w:rsid w:val="001D700D"/>
    <w:rsid w:val="001E1292"/>
    <w:rsid w:val="001E1D12"/>
    <w:rsid w:val="001E21D1"/>
    <w:rsid w:val="001E4F5D"/>
    <w:rsid w:val="001E5035"/>
    <w:rsid w:val="001E6256"/>
    <w:rsid w:val="001E77DC"/>
    <w:rsid w:val="001F04BC"/>
    <w:rsid w:val="001F2E9F"/>
    <w:rsid w:val="001F3ADD"/>
    <w:rsid w:val="001F4790"/>
    <w:rsid w:val="001F4846"/>
    <w:rsid w:val="001F4A0D"/>
    <w:rsid w:val="001F4BF2"/>
    <w:rsid w:val="001F6454"/>
    <w:rsid w:val="00200EF0"/>
    <w:rsid w:val="00201025"/>
    <w:rsid w:val="00201663"/>
    <w:rsid w:val="00202C09"/>
    <w:rsid w:val="002041F1"/>
    <w:rsid w:val="00205715"/>
    <w:rsid w:val="00206CD4"/>
    <w:rsid w:val="0020735C"/>
    <w:rsid w:val="002123D5"/>
    <w:rsid w:val="0021378F"/>
    <w:rsid w:val="0021559F"/>
    <w:rsid w:val="00215817"/>
    <w:rsid w:val="0021641D"/>
    <w:rsid w:val="00217BC8"/>
    <w:rsid w:val="00217D1A"/>
    <w:rsid w:val="0022038F"/>
    <w:rsid w:val="00220A53"/>
    <w:rsid w:val="00220B22"/>
    <w:rsid w:val="00220FC7"/>
    <w:rsid w:val="00222A52"/>
    <w:rsid w:val="00222BD5"/>
    <w:rsid w:val="00222BDF"/>
    <w:rsid w:val="00222E58"/>
    <w:rsid w:val="00223397"/>
    <w:rsid w:val="0022537E"/>
    <w:rsid w:val="00227842"/>
    <w:rsid w:val="00234AAE"/>
    <w:rsid w:val="0024019D"/>
    <w:rsid w:val="00240960"/>
    <w:rsid w:val="00241FDD"/>
    <w:rsid w:val="00243AA7"/>
    <w:rsid w:val="00244A36"/>
    <w:rsid w:val="002452A3"/>
    <w:rsid w:val="002458F0"/>
    <w:rsid w:val="00246BB1"/>
    <w:rsid w:val="00252BFC"/>
    <w:rsid w:val="0025345F"/>
    <w:rsid w:val="00254336"/>
    <w:rsid w:val="00256702"/>
    <w:rsid w:val="0026030A"/>
    <w:rsid w:val="002614E0"/>
    <w:rsid w:val="00261B1A"/>
    <w:rsid w:val="002621EB"/>
    <w:rsid w:val="00264B2E"/>
    <w:rsid w:val="0026515C"/>
    <w:rsid w:val="002658B1"/>
    <w:rsid w:val="0026595A"/>
    <w:rsid w:val="002662AE"/>
    <w:rsid w:val="0026769B"/>
    <w:rsid w:val="002702EE"/>
    <w:rsid w:val="00273A0E"/>
    <w:rsid w:val="00273D39"/>
    <w:rsid w:val="00274491"/>
    <w:rsid w:val="002758CE"/>
    <w:rsid w:val="00280C54"/>
    <w:rsid w:val="00280CB6"/>
    <w:rsid w:val="002813B0"/>
    <w:rsid w:val="002841B4"/>
    <w:rsid w:val="00284A55"/>
    <w:rsid w:val="00285CE0"/>
    <w:rsid w:val="00286AEE"/>
    <w:rsid w:val="00286F56"/>
    <w:rsid w:val="00287260"/>
    <w:rsid w:val="00290CD0"/>
    <w:rsid w:val="00291917"/>
    <w:rsid w:val="00291D4E"/>
    <w:rsid w:val="00292B77"/>
    <w:rsid w:val="00292EA3"/>
    <w:rsid w:val="0029475A"/>
    <w:rsid w:val="002959E0"/>
    <w:rsid w:val="00297A81"/>
    <w:rsid w:val="002A0853"/>
    <w:rsid w:val="002A1158"/>
    <w:rsid w:val="002A13F8"/>
    <w:rsid w:val="002A45CE"/>
    <w:rsid w:val="002A7F87"/>
    <w:rsid w:val="002B0E4B"/>
    <w:rsid w:val="002B0F6D"/>
    <w:rsid w:val="002B17FF"/>
    <w:rsid w:val="002B2C13"/>
    <w:rsid w:val="002B368F"/>
    <w:rsid w:val="002B5224"/>
    <w:rsid w:val="002B64AD"/>
    <w:rsid w:val="002B700A"/>
    <w:rsid w:val="002C0298"/>
    <w:rsid w:val="002C15B1"/>
    <w:rsid w:val="002C20E7"/>
    <w:rsid w:val="002C26C1"/>
    <w:rsid w:val="002C2B0D"/>
    <w:rsid w:val="002C4300"/>
    <w:rsid w:val="002C43A8"/>
    <w:rsid w:val="002C4D17"/>
    <w:rsid w:val="002C4F8C"/>
    <w:rsid w:val="002C7118"/>
    <w:rsid w:val="002D0CCD"/>
    <w:rsid w:val="002D36CF"/>
    <w:rsid w:val="002D51AB"/>
    <w:rsid w:val="002E155F"/>
    <w:rsid w:val="002E1AF6"/>
    <w:rsid w:val="002E50FC"/>
    <w:rsid w:val="002E5FF3"/>
    <w:rsid w:val="002E6C8B"/>
    <w:rsid w:val="002E780C"/>
    <w:rsid w:val="002F26BE"/>
    <w:rsid w:val="002F435F"/>
    <w:rsid w:val="002F4623"/>
    <w:rsid w:val="002F59EB"/>
    <w:rsid w:val="002F77FC"/>
    <w:rsid w:val="003009A7"/>
    <w:rsid w:val="003014F0"/>
    <w:rsid w:val="00305711"/>
    <w:rsid w:val="00305C5C"/>
    <w:rsid w:val="0030668D"/>
    <w:rsid w:val="0030705E"/>
    <w:rsid w:val="003074F1"/>
    <w:rsid w:val="003104DE"/>
    <w:rsid w:val="00310D31"/>
    <w:rsid w:val="00311AED"/>
    <w:rsid w:val="00313807"/>
    <w:rsid w:val="00313A40"/>
    <w:rsid w:val="003144BE"/>
    <w:rsid w:val="00314E4D"/>
    <w:rsid w:val="003170A9"/>
    <w:rsid w:val="00320363"/>
    <w:rsid w:val="003238FF"/>
    <w:rsid w:val="0032417D"/>
    <w:rsid w:val="00324E00"/>
    <w:rsid w:val="00325CEF"/>
    <w:rsid w:val="00326047"/>
    <w:rsid w:val="00326363"/>
    <w:rsid w:val="003309A8"/>
    <w:rsid w:val="003320B7"/>
    <w:rsid w:val="003339A3"/>
    <w:rsid w:val="00333DC4"/>
    <w:rsid w:val="00333DED"/>
    <w:rsid w:val="00335D18"/>
    <w:rsid w:val="00336A70"/>
    <w:rsid w:val="00337B20"/>
    <w:rsid w:val="00337F8A"/>
    <w:rsid w:val="00340333"/>
    <w:rsid w:val="00340ADF"/>
    <w:rsid w:val="00340D76"/>
    <w:rsid w:val="00342392"/>
    <w:rsid w:val="00342C0B"/>
    <w:rsid w:val="003458A6"/>
    <w:rsid w:val="00346752"/>
    <w:rsid w:val="00347475"/>
    <w:rsid w:val="00350621"/>
    <w:rsid w:val="00350F43"/>
    <w:rsid w:val="00352F30"/>
    <w:rsid w:val="00356D4E"/>
    <w:rsid w:val="003570B1"/>
    <w:rsid w:val="00361748"/>
    <w:rsid w:val="003618E4"/>
    <w:rsid w:val="00365009"/>
    <w:rsid w:val="003669C3"/>
    <w:rsid w:val="00366A0A"/>
    <w:rsid w:val="003670E4"/>
    <w:rsid w:val="00370B69"/>
    <w:rsid w:val="00372D9A"/>
    <w:rsid w:val="003764C7"/>
    <w:rsid w:val="0037671E"/>
    <w:rsid w:val="00381BCD"/>
    <w:rsid w:val="003825D8"/>
    <w:rsid w:val="00383AF5"/>
    <w:rsid w:val="003847E7"/>
    <w:rsid w:val="00385845"/>
    <w:rsid w:val="00385A17"/>
    <w:rsid w:val="00385B50"/>
    <w:rsid w:val="00385D3A"/>
    <w:rsid w:val="003862AC"/>
    <w:rsid w:val="00391757"/>
    <w:rsid w:val="0039197F"/>
    <w:rsid w:val="00391BB9"/>
    <w:rsid w:val="00396E5F"/>
    <w:rsid w:val="00396EDE"/>
    <w:rsid w:val="0039778A"/>
    <w:rsid w:val="003A559F"/>
    <w:rsid w:val="003A58CC"/>
    <w:rsid w:val="003B005E"/>
    <w:rsid w:val="003B09C7"/>
    <w:rsid w:val="003B1299"/>
    <w:rsid w:val="003B183D"/>
    <w:rsid w:val="003B30F1"/>
    <w:rsid w:val="003B33EE"/>
    <w:rsid w:val="003B3C26"/>
    <w:rsid w:val="003B6DAC"/>
    <w:rsid w:val="003B709E"/>
    <w:rsid w:val="003B7C24"/>
    <w:rsid w:val="003C130E"/>
    <w:rsid w:val="003C1E96"/>
    <w:rsid w:val="003C5D22"/>
    <w:rsid w:val="003C6EAD"/>
    <w:rsid w:val="003C6FA6"/>
    <w:rsid w:val="003D19A9"/>
    <w:rsid w:val="003D206C"/>
    <w:rsid w:val="003D311B"/>
    <w:rsid w:val="003D34E8"/>
    <w:rsid w:val="003D3E27"/>
    <w:rsid w:val="003D3ED8"/>
    <w:rsid w:val="003D57F0"/>
    <w:rsid w:val="003D7C7A"/>
    <w:rsid w:val="003E055F"/>
    <w:rsid w:val="003E1DA6"/>
    <w:rsid w:val="003E2290"/>
    <w:rsid w:val="003E71F6"/>
    <w:rsid w:val="003E7716"/>
    <w:rsid w:val="003F3D53"/>
    <w:rsid w:val="003F49CC"/>
    <w:rsid w:val="003F516A"/>
    <w:rsid w:val="003F5D2F"/>
    <w:rsid w:val="003F6385"/>
    <w:rsid w:val="003F749C"/>
    <w:rsid w:val="004009AC"/>
    <w:rsid w:val="00401291"/>
    <w:rsid w:val="00404DAF"/>
    <w:rsid w:val="00406E77"/>
    <w:rsid w:val="00406F32"/>
    <w:rsid w:val="0041076E"/>
    <w:rsid w:val="004146BB"/>
    <w:rsid w:val="00415396"/>
    <w:rsid w:val="00415FD3"/>
    <w:rsid w:val="00417259"/>
    <w:rsid w:val="0041728D"/>
    <w:rsid w:val="00417D6C"/>
    <w:rsid w:val="004210E3"/>
    <w:rsid w:val="00422198"/>
    <w:rsid w:val="004226C2"/>
    <w:rsid w:val="0042418F"/>
    <w:rsid w:val="00425939"/>
    <w:rsid w:val="00426A75"/>
    <w:rsid w:val="00427C31"/>
    <w:rsid w:val="00433ECD"/>
    <w:rsid w:val="004353DF"/>
    <w:rsid w:val="004378C2"/>
    <w:rsid w:val="0044021C"/>
    <w:rsid w:val="0044171C"/>
    <w:rsid w:val="004430E0"/>
    <w:rsid w:val="0044342E"/>
    <w:rsid w:val="004465C6"/>
    <w:rsid w:val="004476F3"/>
    <w:rsid w:val="00447FFC"/>
    <w:rsid w:val="004528CF"/>
    <w:rsid w:val="00452CE9"/>
    <w:rsid w:val="00453F46"/>
    <w:rsid w:val="00454B8A"/>
    <w:rsid w:val="004554D0"/>
    <w:rsid w:val="00455CFE"/>
    <w:rsid w:val="004577E2"/>
    <w:rsid w:val="00460E67"/>
    <w:rsid w:val="00461A57"/>
    <w:rsid w:val="00464431"/>
    <w:rsid w:val="0046679F"/>
    <w:rsid w:val="00467947"/>
    <w:rsid w:val="0046794A"/>
    <w:rsid w:val="00470589"/>
    <w:rsid w:val="00471FA4"/>
    <w:rsid w:val="00472032"/>
    <w:rsid w:val="0047256E"/>
    <w:rsid w:val="00472EE8"/>
    <w:rsid w:val="0047509D"/>
    <w:rsid w:val="00480ADA"/>
    <w:rsid w:val="004834C3"/>
    <w:rsid w:val="00487354"/>
    <w:rsid w:val="00487651"/>
    <w:rsid w:val="004905F6"/>
    <w:rsid w:val="00492259"/>
    <w:rsid w:val="00492389"/>
    <w:rsid w:val="00493F50"/>
    <w:rsid w:val="0049415F"/>
    <w:rsid w:val="0049468D"/>
    <w:rsid w:val="00496156"/>
    <w:rsid w:val="004A0069"/>
    <w:rsid w:val="004A0912"/>
    <w:rsid w:val="004A11B9"/>
    <w:rsid w:val="004A21F6"/>
    <w:rsid w:val="004A37BE"/>
    <w:rsid w:val="004A3C84"/>
    <w:rsid w:val="004A7B36"/>
    <w:rsid w:val="004A7E9E"/>
    <w:rsid w:val="004B04A5"/>
    <w:rsid w:val="004B7033"/>
    <w:rsid w:val="004C0131"/>
    <w:rsid w:val="004C01B7"/>
    <w:rsid w:val="004C0229"/>
    <w:rsid w:val="004C0E4E"/>
    <w:rsid w:val="004C103F"/>
    <w:rsid w:val="004C1400"/>
    <w:rsid w:val="004C14FF"/>
    <w:rsid w:val="004C2553"/>
    <w:rsid w:val="004C275F"/>
    <w:rsid w:val="004C284B"/>
    <w:rsid w:val="004C4FF6"/>
    <w:rsid w:val="004C6177"/>
    <w:rsid w:val="004C6DEE"/>
    <w:rsid w:val="004C7535"/>
    <w:rsid w:val="004C7618"/>
    <w:rsid w:val="004D006D"/>
    <w:rsid w:val="004D1D55"/>
    <w:rsid w:val="004D24CE"/>
    <w:rsid w:val="004D3AC0"/>
    <w:rsid w:val="004D3E6C"/>
    <w:rsid w:val="004D3FEE"/>
    <w:rsid w:val="004D4ED1"/>
    <w:rsid w:val="004D54BF"/>
    <w:rsid w:val="004D6FE4"/>
    <w:rsid w:val="004D7E76"/>
    <w:rsid w:val="004E0EEC"/>
    <w:rsid w:val="004E1FF5"/>
    <w:rsid w:val="004E22A4"/>
    <w:rsid w:val="004E308D"/>
    <w:rsid w:val="004E361C"/>
    <w:rsid w:val="004E4F81"/>
    <w:rsid w:val="004E6BFE"/>
    <w:rsid w:val="004F154A"/>
    <w:rsid w:val="004F24FD"/>
    <w:rsid w:val="004F28DA"/>
    <w:rsid w:val="004F3EE4"/>
    <w:rsid w:val="004F41BF"/>
    <w:rsid w:val="004F557A"/>
    <w:rsid w:val="004F7BAF"/>
    <w:rsid w:val="00500ED9"/>
    <w:rsid w:val="0050169D"/>
    <w:rsid w:val="005029D9"/>
    <w:rsid w:val="005062E6"/>
    <w:rsid w:val="0050797C"/>
    <w:rsid w:val="005107BE"/>
    <w:rsid w:val="00511C59"/>
    <w:rsid w:val="005124BF"/>
    <w:rsid w:val="00512F56"/>
    <w:rsid w:val="005130BC"/>
    <w:rsid w:val="0051619D"/>
    <w:rsid w:val="00517D37"/>
    <w:rsid w:val="005208FE"/>
    <w:rsid w:val="00520F50"/>
    <w:rsid w:val="00521671"/>
    <w:rsid w:val="0052240E"/>
    <w:rsid w:val="005268E7"/>
    <w:rsid w:val="0053151B"/>
    <w:rsid w:val="00531698"/>
    <w:rsid w:val="00532E91"/>
    <w:rsid w:val="00533456"/>
    <w:rsid w:val="00534C07"/>
    <w:rsid w:val="005413E5"/>
    <w:rsid w:val="0054300F"/>
    <w:rsid w:val="00543EE4"/>
    <w:rsid w:val="005449E4"/>
    <w:rsid w:val="00546AD9"/>
    <w:rsid w:val="00546D86"/>
    <w:rsid w:val="005470B3"/>
    <w:rsid w:val="0055087C"/>
    <w:rsid w:val="00550A1B"/>
    <w:rsid w:val="00550C7A"/>
    <w:rsid w:val="005512A6"/>
    <w:rsid w:val="005515DF"/>
    <w:rsid w:val="00551C92"/>
    <w:rsid w:val="005544E4"/>
    <w:rsid w:val="00554C88"/>
    <w:rsid w:val="00555280"/>
    <w:rsid w:val="0055642C"/>
    <w:rsid w:val="00560340"/>
    <w:rsid w:val="005604DC"/>
    <w:rsid w:val="005612FA"/>
    <w:rsid w:val="00561721"/>
    <w:rsid w:val="00565BEF"/>
    <w:rsid w:val="0056719D"/>
    <w:rsid w:val="00567E46"/>
    <w:rsid w:val="00567F4B"/>
    <w:rsid w:val="00571877"/>
    <w:rsid w:val="00571C5A"/>
    <w:rsid w:val="00573E94"/>
    <w:rsid w:val="00575150"/>
    <w:rsid w:val="00577B14"/>
    <w:rsid w:val="005806C8"/>
    <w:rsid w:val="00582017"/>
    <w:rsid w:val="00582AFC"/>
    <w:rsid w:val="00584575"/>
    <w:rsid w:val="00584860"/>
    <w:rsid w:val="00584E66"/>
    <w:rsid w:val="00586C6E"/>
    <w:rsid w:val="00586C78"/>
    <w:rsid w:val="00590651"/>
    <w:rsid w:val="0059446D"/>
    <w:rsid w:val="00595AD6"/>
    <w:rsid w:val="005965BD"/>
    <w:rsid w:val="00596601"/>
    <w:rsid w:val="00597FEC"/>
    <w:rsid w:val="005A1A88"/>
    <w:rsid w:val="005A45F5"/>
    <w:rsid w:val="005A6D2B"/>
    <w:rsid w:val="005B0973"/>
    <w:rsid w:val="005B2B0A"/>
    <w:rsid w:val="005B4FF0"/>
    <w:rsid w:val="005B5D91"/>
    <w:rsid w:val="005C000C"/>
    <w:rsid w:val="005C311A"/>
    <w:rsid w:val="005C318C"/>
    <w:rsid w:val="005C3850"/>
    <w:rsid w:val="005C50FD"/>
    <w:rsid w:val="005C58B8"/>
    <w:rsid w:val="005C5A23"/>
    <w:rsid w:val="005C607C"/>
    <w:rsid w:val="005D0FBF"/>
    <w:rsid w:val="005D2129"/>
    <w:rsid w:val="005D2BCE"/>
    <w:rsid w:val="005D5105"/>
    <w:rsid w:val="005D6062"/>
    <w:rsid w:val="005D69BD"/>
    <w:rsid w:val="005D76DA"/>
    <w:rsid w:val="005E0F4F"/>
    <w:rsid w:val="005E1D7E"/>
    <w:rsid w:val="005E1FC2"/>
    <w:rsid w:val="005E6CC7"/>
    <w:rsid w:val="005E6DE5"/>
    <w:rsid w:val="005E6E65"/>
    <w:rsid w:val="005E768E"/>
    <w:rsid w:val="005F3393"/>
    <w:rsid w:val="005F47C1"/>
    <w:rsid w:val="005F5464"/>
    <w:rsid w:val="005F6E63"/>
    <w:rsid w:val="00600873"/>
    <w:rsid w:val="006012A2"/>
    <w:rsid w:val="00601F30"/>
    <w:rsid w:val="006039F0"/>
    <w:rsid w:val="006066FF"/>
    <w:rsid w:val="006070CB"/>
    <w:rsid w:val="0060774A"/>
    <w:rsid w:val="00607ED9"/>
    <w:rsid w:val="00611D5D"/>
    <w:rsid w:val="0061411C"/>
    <w:rsid w:val="00620EBF"/>
    <w:rsid w:val="00621072"/>
    <w:rsid w:val="006244F0"/>
    <w:rsid w:val="006251BB"/>
    <w:rsid w:val="006253A0"/>
    <w:rsid w:val="0062716C"/>
    <w:rsid w:val="00627274"/>
    <w:rsid w:val="006332BC"/>
    <w:rsid w:val="00633B08"/>
    <w:rsid w:val="00633F7C"/>
    <w:rsid w:val="0063649B"/>
    <w:rsid w:val="00636E35"/>
    <w:rsid w:val="006372E5"/>
    <w:rsid w:val="006429B8"/>
    <w:rsid w:val="00642B08"/>
    <w:rsid w:val="00642DD8"/>
    <w:rsid w:val="00646AFC"/>
    <w:rsid w:val="0064721D"/>
    <w:rsid w:val="00650BDB"/>
    <w:rsid w:val="0065260D"/>
    <w:rsid w:val="006543AD"/>
    <w:rsid w:val="006547CC"/>
    <w:rsid w:val="00657620"/>
    <w:rsid w:val="006607F0"/>
    <w:rsid w:val="0066142C"/>
    <w:rsid w:val="006631A6"/>
    <w:rsid w:val="00664F9C"/>
    <w:rsid w:val="00666646"/>
    <w:rsid w:val="00667DAD"/>
    <w:rsid w:val="00670026"/>
    <w:rsid w:val="006705D6"/>
    <w:rsid w:val="00673275"/>
    <w:rsid w:val="006742CC"/>
    <w:rsid w:val="00674BDD"/>
    <w:rsid w:val="00674C3E"/>
    <w:rsid w:val="00675270"/>
    <w:rsid w:val="00675D2E"/>
    <w:rsid w:val="00676E2A"/>
    <w:rsid w:val="00681548"/>
    <w:rsid w:val="006815BD"/>
    <w:rsid w:val="006835FA"/>
    <w:rsid w:val="00683E41"/>
    <w:rsid w:val="006856A5"/>
    <w:rsid w:val="006901E0"/>
    <w:rsid w:val="006905F8"/>
    <w:rsid w:val="00690638"/>
    <w:rsid w:val="00690773"/>
    <w:rsid w:val="00690AF6"/>
    <w:rsid w:val="0069222C"/>
    <w:rsid w:val="00693FD2"/>
    <w:rsid w:val="00694868"/>
    <w:rsid w:val="0069674F"/>
    <w:rsid w:val="00696CA9"/>
    <w:rsid w:val="00697F6F"/>
    <w:rsid w:val="006A057C"/>
    <w:rsid w:val="006A069E"/>
    <w:rsid w:val="006A126D"/>
    <w:rsid w:val="006A18A9"/>
    <w:rsid w:val="006A18E9"/>
    <w:rsid w:val="006A191B"/>
    <w:rsid w:val="006A2B07"/>
    <w:rsid w:val="006A2E5B"/>
    <w:rsid w:val="006A4EE3"/>
    <w:rsid w:val="006A593A"/>
    <w:rsid w:val="006A5EC1"/>
    <w:rsid w:val="006A75C7"/>
    <w:rsid w:val="006B0482"/>
    <w:rsid w:val="006B19AB"/>
    <w:rsid w:val="006B5A93"/>
    <w:rsid w:val="006B5E33"/>
    <w:rsid w:val="006B62DF"/>
    <w:rsid w:val="006C18F0"/>
    <w:rsid w:val="006C1DD9"/>
    <w:rsid w:val="006C4F95"/>
    <w:rsid w:val="006C7C9A"/>
    <w:rsid w:val="006D1AE5"/>
    <w:rsid w:val="006D21CE"/>
    <w:rsid w:val="006D2929"/>
    <w:rsid w:val="006D2984"/>
    <w:rsid w:val="006D3CA7"/>
    <w:rsid w:val="006D55CD"/>
    <w:rsid w:val="006D5A38"/>
    <w:rsid w:val="006D6F61"/>
    <w:rsid w:val="006D7A1D"/>
    <w:rsid w:val="006D7BB7"/>
    <w:rsid w:val="006D7E8D"/>
    <w:rsid w:val="006E37AA"/>
    <w:rsid w:val="006E5001"/>
    <w:rsid w:val="006E697F"/>
    <w:rsid w:val="006E7AB5"/>
    <w:rsid w:val="006F05ED"/>
    <w:rsid w:val="006F0A4E"/>
    <w:rsid w:val="006F14F4"/>
    <w:rsid w:val="006F2B17"/>
    <w:rsid w:val="006F2C63"/>
    <w:rsid w:val="006F3E8A"/>
    <w:rsid w:val="006F4577"/>
    <w:rsid w:val="006F4C4B"/>
    <w:rsid w:val="006F5492"/>
    <w:rsid w:val="006F54F0"/>
    <w:rsid w:val="006F5A18"/>
    <w:rsid w:val="006F5B30"/>
    <w:rsid w:val="006F6089"/>
    <w:rsid w:val="006F6302"/>
    <w:rsid w:val="00700445"/>
    <w:rsid w:val="00704E31"/>
    <w:rsid w:val="0070710D"/>
    <w:rsid w:val="007074EE"/>
    <w:rsid w:val="00707A90"/>
    <w:rsid w:val="00710A3D"/>
    <w:rsid w:val="00710DED"/>
    <w:rsid w:val="007130C8"/>
    <w:rsid w:val="0071399A"/>
    <w:rsid w:val="00717F54"/>
    <w:rsid w:val="007203FD"/>
    <w:rsid w:val="00721B6F"/>
    <w:rsid w:val="007224F9"/>
    <w:rsid w:val="00722F68"/>
    <w:rsid w:val="00722F9F"/>
    <w:rsid w:val="0072306D"/>
    <w:rsid w:val="0072580C"/>
    <w:rsid w:val="00730111"/>
    <w:rsid w:val="0073225F"/>
    <w:rsid w:val="00732B2D"/>
    <w:rsid w:val="00732EF8"/>
    <w:rsid w:val="00734D16"/>
    <w:rsid w:val="0073693F"/>
    <w:rsid w:val="00742A38"/>
    <w:rsid w:val="00742DAA"/>
    <w:rsid w:val="00743CBC"/>
    <w:rsid w:val="00744844"/>
    <w:rsid w:val="00746B16"/>
    <w:rsid w:val="00752FDC"/>
    <w:rsid w:val="007538EE"/>
    <w:rsid w:val="00754846"/>
    <w:rsid w:val="007549CC"/>
    <w:rsid w:val="0075517E"/>
    <w:rsid w:val="007559C2"/>
    <w:rsid w:val="00755E34"/>
    <w:rsid w:val="0075710B"/>
    <w:rsid w:val="0075727A"/>
    <w:rsid w:val="00757340"/>
    <w:rsid w:val="00757443"/>
    <w:rsid w:val="00760467"/>
    <w:rsid w:val="0076178D"/>
    <w:rsid w:val="007619A5"/>
    <w:rsid w:val="007620AB"/>
    <w:rsid w:val="00762CD8"/>
    <w:rsid w:val="00762CFF"/>
    <w:rsid w:val="00762EA5"/>
    <w:rsid w:val="0076596A"/>
    <w:rsid w:val="00767DF3"/>
    <w:rsid w:val="0077003F"/>
    <w:rsid w:val="00772FC3"/>
    <w:rsid w:val="00773DD7"/>
    <w:rsid w:val="007747E4"/>
    <w:rsid w:val="00774F03"/>
    <w:rsid w:val="0077567F"/>
    <w:rsid w:val="00775B19"/>
    <w:rsid w:val="00780C17"/>
    <w:rsid w:val="00782422"/>
    <w:rsid w:val="0078344C"/>
    <w:rsid w:val="00784F4D"/>
    <w:rsid w:val="007854DE"/>
    <w:rsid w:val="007874D0"/>
    <w:rsid w:val="0079004F"/>
    <w:rsid w:val="00790C4B"/>
    <w:rsid w:val="007917D0"/>
    <w:rsid w:val="007928CB"/>
    <w:rsid w:val="007936CC"/>
    <w:rsid w:val="00794A8C"/>
    <w:rsid w:val="007A21D0"/>
    <w:rsid w:val="007A5F01"/>
    <w:rsid w:val="007A72FB"/>
    <w:rsid w:val="007A7A4E"/>
    <w:rsid w:val="007B0237"/>
    <w:rsid w:val="007B1B10"/>
    <w:rsid w:val="007B5757"/>
    <w:rsid w:val="007B687E"/>
    <w:rsid w:val="007C3FD6"/>
    <w:rsid w:val="007C58AB"/>
    <w:rsid w:val="007C62CF"/>
    <w:rsid w:val="007C641F"/>
    <w:rsid w:val="007D0408"/>
    <w:rsid w:val="007D0B63"/>
    <w:rsid w:val="007D1070"/>
    <w:rsid w:val="007D4A62"/>
    <w:rsid w:val="007D5447"/>
    <w:rsid w:val="007D5ABD"/>
    <w:rsid w:val="007D7376"/>
    <w:rsid w:val="007E02FD"/>
    <w:rsid w:val="007E2905"/>
    <w:rsid w:val="007F0E9D"/>
    <w:rsid w:val="007F1874"/>
    <w:rsid w:val="007F1CFC"/>
    <w:rsid w:val="007F3F75"/>
    <w:rsid w:val="007F50D3"/>
    <w:rsid w:val="007F77C1"/>
    <w:rsid w:val="008013CB"/>
    <w:rsid w:val="00802555"/>
    <w:rsid w:val="008039E6"/>
    <w:rsid w:val="00805175"/>
    <w:rsid w:val="0080607E"/>
    <w:rsid w:val="00810356"/>
    <w:rsid w:val="008118DF"/>
    <w:rsid w:val="00814593"/>
    <w:rsid w:val="00815452"/>
    <w:rsid w:val="00816210"/>
    <w:rsid w:val="008169C8"/>
    <w:rsid w:val="00817214"/>
    <w:rsid w:val="00817792"/>
    <w:rsid w:val="00817CA4"/>
    <w:rsid w:val="00820D0C"/>
    <w:rsid w:val="008263C2"/>
    <w:rsid w:val="008272C1"/>
    <w:rsid w:val="00827F59"/>
    <w:rsid w:val="008310CD"/>
    <w:rsid w:val="00832D25"/>
    <w:rsid w:val="00837944"/>
    <w:rsid w:val="00837B15"/>
    <w:rsid w:val="00841320"/>
    <w:rsid w:val="00841AAB"/>
    <w:rsid w:val="00842A8B"/>
    <w:rsid w:val="00843D20"/>
    <w:rsid w:val="00846222"/>
    <w:rsid w:val="00852757"/>
    <w:rsid w:val="00853D66"/>
    <w:rsid w:val="00854222"/>
    <w:rsid w:val="00854CAD"/>
    <w:rsid w:val="00854DA4"/>
    <w:rsid w:val="008558E2"/>
    <w:rsid w:val="00860F48"/>
    <w:rsid w:val="00862197"/>
    <w:rsid w:val="008634DA"/>
    <w:rsid w:val="00866ADE"/>
    <w:rsid w:val="00871006"/>
    <w:rsid w:val="00874125"/>
    <w:rsid w:val="008741CD"/>
    <w:rsid w:val="0087767F"/>
    <w:rsid w:val="00880834"/>
    <w:rsid w:val="00881E5A"/>
    <w:rsid w:val="00881FA0"/>
    <w:rsid w:val="008821D0"/>
    <w:rsid w:val="008859AD"/>
    <w:rsid w:val="00885AF4"/>
    <w:rsid w:val="008868B2"/>
    <w:rsid w:val="008878DB"/>
    <w:rsid w:val="008916A5"/>
    <w:rsid w:val="008916B5"/>
    <w:rsid w:val="00892516"/>
    <w:rsid w:val="00892F74"/>
    <w:rsid w:val="00893123"/>
    <w:rsid w:val="0089376C"/>
    <w:rsid w:val="00894460"/>
    <w:rsid w:val="00894813"/>
    <w:rsid w:val="0089491F"/>
    <w:rsid w:val="00894F54"/>
    <w:rsid w:val="008A14F1"/>
    <w:rsid w:val="008A2BF1"/>
    <w:rsid w:val="008A396C"/>
    <w:rsid w:val="008A3A7D"/>
    <w:rsid w:val="008A4F6F"/>
    <w:rsid w:val="008A50A8"/>
    <w:rsid w:val="008B0714"/>
    <w:rsid w:val="008B1085"/>
    <w:rsid w:val="008B1482"/>
    <w:rsid w:val="008B270A"/>
    <w:rsid w:val="008B64A2"/>
    <w:rsid w:val="008B660C"/>
    <w:rsid w:val="008B7296"/>
    <w:rsid w:val="008C4798"/>
    <w:rsid w:val="008C498A"/>
    <w:rsid w:val="008D059F"/>
    <w:rsid w:val="008D0BD6"/>
    <w:rsid w:val="008D1CE4"/>
    <w:rsid w:val="008D2F32"/>
    <w:rsid w:val="008D2F55"/>
    <w:rsid w:val="008D3599"/>
    <w:rsid w:val="008D488B"/>
    <w:rsid w:val="008D6626"/>
    <w:rsid w:val="008D70CF"/>
    <w:rsid w:val="008D7493"/>
    <w:rsid w:val="008E0973"/>
    <w:rsid w:val="008E2816"/>
    <w:rsid w:val="008E2DBC"/>
    <w:rsid w:val="008E4B88"/>
    <w:rsid w:val="008E4E5A"/>
    <w:rsid w:val="008E7C1C"/>
    <w:rsid w:val="008E7E99"/>
    <w:rsid w:val="008F006D"/>
    <w:rsid w:val="008F089D"/>
    <w:rsid w:val="008F1148"/>
    <w:rsid w:val="008F1153"/>
    <w:rsid w:val="008F233F"/>
    <w:rsid w:val="008F3B0C"/>
    <w:rsid w:val="008F461C"/>
    <w:rsid w:val="008F69D2"/>
    <w:rsid w:val="008F73AD"/>
    <w:rsid w:val="00900717"/>
    <w:rsid w:val="00903730"/>
    <w:rsid w:val="00905206"/>
    <w:rsid w:val="0090589D"/>
    <w:rsid w:val="009059A7"/>
    <w:rsid w:val="00906199"/>
    <w:rsid w:val="00906FB5"/>
    <w:rsid w:val="00907E22"/>
    <w:rsid w:val="0091154D"/>
    <w:rsid w:val="00911FFB"/>
    <w:rsid w:val="00914222"/>
    <w:rsid w:val="009154E2"/>
    <w:rsid w:val="00915773"/>
    <w:rsid w:val="00915B4F"/>
    <w:rsid w:val="00916284"/>
    <w:rsid w:val="0091772E"/>
    <w:rsid w:val="00917A94"/>
    <w:rsid w:val="00917D56"/>
    <w:rsid w:val="009225D0"/>
    <w:rsid w:val="00923CC0"/>
    <w:rsid w:val="00926194"/>
    <w:rsid w:val="009276E4"/>
    <w:rsid w:val="009303C9"/>
    <w:rsid w:val="00931D07"/>
    <w:rsid w:val="00935502"/>
    <w:rsid w:val="00935DD7"/>
    <w:rsid w:val="0093727D"/>
    <w:rsid w:val="009373FA"/>
    <w:rsid w:val="009407B7"/>
    <w:rsid w:val="00940ADA"/>
    <w:rsid w:val="00941230"/>
    <w:rsid w:val="00942AE6"/>
    <w:rsid w:val="00942E5B"/>
    <w:rsid w:val="00943278"/>
    <w:rsid w:val="009439F6"/>
    <w:rsid w:val="009463F2"/>
    <w:rsid w:val="0095076D"/>
    <w:rsid w:val="00950972"/>
    <w:rsid w:val="009538EE"/>
    <w:rsid w:val="00954D07"/>
    <w:rsid w:val="0095552C"/>
    <w:rsid w:val="0095704A"/>
    <w:rsid w:val="00957CE1"/>
    <w:rsid w:val="009636A4"/>
    <w:rsid w:val="009657DD"/>
    <w:rsid w:val="00966F50"/>
    <w:rsid w:val="00967036"/>
    <w:rsid w:val="0096768C"/>
    <w:rsid w:val="0097016A"/>
    <w:rsid w:val="00970F19"/>
    <w:rsid w:val="0097467D"/>
    <w:rsid w:val="00974D48"/>
    <w:rsid w:val="00974F20"/>
    <w:rsid w:val="0098069A"/>
    <w:rsid w:val="00980E41"/>
    <w:rsid w:val="009810EA"/>
    <w:rsid w:val="00981912"/>
    <w:rsid w:val="009829D0"/>
    <w:rsid w:val="0098311F"/>
    <w:rsid w:val="00987F0E"/>
    <w:rsid w:val="00990756"/>
    <w:rsid w:val="00991164"/>
    <w:rsid w:val="00993CC6"/>
    <w:rsid w:val="00995A7A"/>
    <w:rsid w:val="00995FCE"/>
    <w:rsid w:val="00997DE2"/>
    <w:rsid w:val="009A1251"/>
    <w:rsid w:val="009A1303"/>
    <w:rsid w:val="009A2743"/>
    <w:rsid w:val="009A3A25"/>
    <w:rsid w:val="009A63E2"/>
    <w:rsid w:val="009A7A75"/>
    <w:rsid w:val="009A7ACC"/>
    <w:rsid w:val="009B0D58"/>
    <w:rsid w:val="009B128D"/>
    <w:rsid w:val="009B2222"/>
    <w:rsid w:val="009B283A"/>
    <w:rsid w:val="009B4665"/>
    <w:rsid w:val="009B5167"/>
    <w:rsid w:val="009B7519"/>
    <w:rsid w:val="009C05DB"/>
    <w:rsid w:val="009C2D3B"/>
    <w:rsid w:val="009C6E6F"/>
    <w:rsid w:val="009D0360"/>
    <w:rsid w:val="009D0E25"/>
    <w:rsid w:val="009D16D2"/>
    <w:rsid w:val="009D4BDB"/>
    <w:rsid w:val="009E062E"/>
    <w:rsid w:val="009E21A5"/>
    <w:rsid w:val="009E3732"/>
    <w:rsid w:val="009E38F3"/>
    <w:rsid w:val="009E4FF8"/>
    <w:rsid w:val="009E56AC"/>
    <w:rsid w:val="009E60CA"/>
    <w:rsid w:val="009E7F7E"/>
    <w:rsid w:val="009F10C8"/>
    <w:rsid w:val="009F1D3C"/>
    <w:rsid w:val="009F3E6B"/>
    <w:rsid w:val="009F4813"/>
    <w:rsid w:val="009F7C99"/>
    <w:rsid w:val="00A0375C"/>
    <w:rsid w:val="00A0499C"/>
    <w:rsid w:val="00A06657"/>
    <w:rsid w:val="00A06D1F"/>
    <w:rsid w:val="00A074B1"/>
    <w:rsid w:val="00A1572A"/>
    <w:rsid w:val="00A15B02"/>
    <w:rsid w:val="00A16EA5"/>
    <w:rsid w:val="00A1754B"/>
    <w:rsid w:val="00A221DD"/>
    <w:rsid w:val="00A2292A"/>
    <w:rsid w:val="00A22E98"/>
    <w:rsid w:val="00A25120"/>
    <w:rsid w:val="00A25941"/>
    <w:rsid w:val="00A267CF"/>
    <w:rsid w:val="00A274AF"/>
    <w:rsid w:val="00A3282C"/>
    <w:rsid w:val="00A337B1"/>
    <w:rsid w:val="00A35D46"/>
    <w:rsid w:val="00A35FC4"/>
    <w:rsid w:val="00A36453"/>
    <w:rsid w:val="00A37033"/>
    <w:rsid w:val="00A40303"/>
    <w:rsid w:val="00A409EF"/>
    <w:rsid w:val="00A43CF6"/>
    <w:rsid w:val="00A43DD0"/>
    <w:rsid w:val="00A45643"/>
    <w:rsid w:val="00A45EC9"/>
    <w:rsid w:val="00A472B0"/>
    <w:rsid w:val="00A47F95"/>
    <w:rsid w:val="00A501BC"/>
    <w:rsid w:val="00A511D5"/>
    <w:rsid w:val="00A51A98"/>
    <w:rsid w:val="00A5478C"/>
    <w:rsid w:val="00A5526E"/>
    <w:rsid w:val="00A56696"/>
    <w:rsid w:val="00A574E6"/>
    <w:rsid w:val="00A6390F"/>
    <w:rsid w:val="00A64236"/>
    <w:rsid w:val="00A653F8"/>
    <w:rsid w:val="00A65C5C"/>
    <w:rsid w:val="00A70841"/>
    <w:rsid w:val="00A70D75"/>
    <w:rsid w:val="00A72ED7"/>
    <w:rsid w:val="00A77481"/>
    <w:rsid w:val="00A8111A"/>
    <w:rsid w:val="00A82169"/>
    <w:rsid w:val="00A83F93"/>
    <w:rsid w:val="00A84C45"/>
    <w:rsid w:val="00A907EB"/>
    <w:rsid w:val="00A91A5F"/>
    <w:rsid w:val="00A9405E"/>
    <w:rsid w:val="00A94EE6"/>
    <w:rsid w:val="00A96264"/>
    <w:rsid w:val="00A96F5D"/>
    <w:rsid w:val="00A97136"/>
    <w:rsid w:val="00AA1765"/>
    <w:rsid w:val="00AA46C3"/>
    <w:rsid w:val="00AA51D9"/>
    <w:rsid w:val="00AA564E"/>
    <w:rsid w:val="00AB0E4E"/>
    <w:rsid w:val="00AB1FAC"/>
    <w:rsid w:val="00AB4FA1"/>
    <w:rsid w:val="00AB503A"/>
    <w:rsid w:val="00AB57DD"/>
    <w:rsid w:val="00AB67EC"/>
    <w:rsid w:val="00AB7ACE"/>
    <w:rsid w:val="00AC0181"/>
    <w:rsid w:val="00AC083B"/>
    <w:rsid w:val="00AC5D7D"/>
    <w:rsid w:val="00AC6DA3"/>
    <w:rsid w:val="00AD0104"/>
    <w:rsid w:val="00AD5B71"/>
    <w:rsid w:val="00AE0202"/>
    <w:rsid w:val="00AE22A6"/>
    <w:rsid w:val="00AE308B"/>
    <w:rsid w:val="00AE37D7"/>
    <w:rsid w:val="00AE3B21"/>
    <w:rsid w:val="00AE4C11"/>
    <w:rsid w:val="00AE6BE7"/>
    <w:rsid w:val="00AE6DBA"/>
    <w:rsid w:val="00AE7ADA"/>
    <w:rsid w:val="00AF123C"/>
    <w:rsid w:val="00AF266B"/>
    <w:rsid w:val="00AF2C2B"/>
    <w:rsid w:val="00AF3474"/>
    <w:rsid w:val="00AF5715"/>
    <w:rsid w:val="00AF6ABA"/>
    <w:rsid w:val="00AF6EDC"/>
    <w:rsid w:val="00AF74F3"/>
    <w:rsid w:val="00AF7610"/>
    <w:rsid w:val="00AF7933"/>
    <w:rsid w:val="00B01C68"/>
    <w:rsid w:val="00B02AA9"/>
    <w:rsid w:val="00B0599B"/>
    <w:rsid w:val="00B1019B"/>
    <w:rsid w:val="00B1042A"/>
    <w:rsid w:val="00B106E1"/>
    <w:rsid w:val="00B12BA8"/>
    <w:rsid w:val="00B1587D"/>
    <w:rsid w:val="00B1687E"/>
    <w:rsid w:val="00B20520"/>
    <w:rsid w:val="00B20796"/>
    <w:rsid w:val="00B20D47"/>
    <w:rsid w:val="00B241D3"/>
    <w:rsid w:val="00B2499A"/>
    <w:rsid w:val="00B27813"/>
    <w:rsid w:val="00B27847"/>
    <w:rsid w:val="00B303D2"/>
    <w:rsid w:val="00B30586"/>
    <w:rsid w:val="00B30C28"/>
    <w:rsid w:val="00B32A40"/>
    <w:rsid w:val="00B343A9"/>
    <w:rsid w:val="00B345CB"/>
    <w:rsid w:val="00B35A75"/>
    <w:rsid w:val="00B36090"/>
    <w:rsid w:val="00B36C70"/>
    <w:rsid w:val="00B4111C"/>
    <w:rsid w:val="00B412EB"/>
    <w:rsid w:val="00B413A3"/>
    <w:rsid w:val="00B42899"/>
    <w:rsid w:val="00B45102"/>
    <w:rsid w:val="00B45553"/>
    <w:rsid w:val="00B45DAD"/>
    <w:rsid w:val="00B4634B"/>
    <w:rsid w:val="00B46D43"/>
    <w:rsid w:val="00B471D1"/>
    <w:rsid w:val="00B473EB"/>
    <w:rsid w:val="00B525D8"/>
    <w:rsid w:val="00B53097"/>
    <w:rsid w:val="00B5452F"/>
    <w:rsid w:val="00B546B0"/>
    <w:rsid w:val="00B55611"/>
    <w:rsid w:val="00B567A1"/>
    <w:rsid w:val="00B57034"/>
    <w:rsid w:val="00B576A3"/>
    <w:rsid w:val="00B60264"/>
    <w:rsid w:val="00B6140E"/>
    <w:rsid w:val="00B61B3C"/>
    <w:rsid w:val="00B61C8E"/>
    <w:rsid w:val="00B62389"/>
    <w:rsid w:val="00B627AC"/>
    <w:rsid w:val="00B62A8E"/>
    <w:rsid w:val="00B66810"/>
    <w:rsid w:val="00B66FB3"/>
    <w:rsid w:val="00B70C65"/>
    <w:rsid w:val="00B70CB9"/>
    <w:rsid w:val="00B716C1"/>
    <w:rsid w:val="00B737A7"/>
    <w:rsid w:val="00B7758A"/>
    <w:rsid w:val="00B77E6B"/>
    <w:rsid w:val="00B819DD"/>
    <w:rsid w:val="00B81E75"/>
    <w:rsid w:val="00B82E58"/>
    <w:rsid w:val="00B835E2"/>
    <w:rsid w:val="00B850F5"/>
    <w:rsid w:val="00B85295"/>
    <w:rsid w:val="00B91CAB"/>
    <w:rsid w:val="00B92C41"/>
    <w:rsid w:val="00B934FC"/>
    <w:rsid w:val="00B94465"/>
    <w:rsid w:val="00B94DD2"/>
    <w:rsid w:val="00B964ED"/>
    <w:rsid w:val="00BA0A0C"/>
    <w:rsid w:val="00BA10B9"/>
    <w:rsid w:val="00BA1FA3"/>
    <w:rsid w:val="00BA2622"/>
    <w:rsid w:val="00BA2F3E"/>
    <w:rsid w:val="00BA4BD1"/>
    <w:rsid w:val="00BA4C72"/>
    <w:rsid w:val="00BA59DA"/>
    <w:rsid w:val="00BB0884"/>
    <w:rsid w:val="00BB105C"/>
    <w:rsid w:val="00BB5088"/>
    <w:rsid w:val="00BC147A"/>
    <w:rsid w:val="00BC298A"/>
    <w:rsid w:val="00BC2DA4"/>
    <w:rsid w:val="00BC3276"/>
    <w:rsid w:val="00BC4E00"/>
    <w:rsid w:val="00BC58B0"/>
    <w:rsid w:val="00BC6D6B"/>
    <w:rsid w:val="00BC7A98"/>
    <w:rsid w:val="00BD0F5E"/>
    <w:rsid w:val="00BD28A5"/>
    <w:rsid w:val="00BD3202"/>
    <w:rsid w:val="00BD45E2"/>
    <w:rsid w:val="00BD5F4C"/>
    <w:rsid w:val="00BD6DF9"/>
    <w:rsid w:val="00BE0283"/>
    <w:rsid w:val="00BE1CB1"/>
    <w:rsid w:val="00BE2821"/>
    <w:rsid w:val="00BE5178"/>
    <w:rsid w:val="00BE5762"/>
    <w:rsid w:val="00BE6680"/>
    <w:rsid w:val="00BE7ACA"/>
    <w:rsid w:val="00BE7B57"/>
    <w:rsid w:val="00BE7C53"/>
    <w:rsid w:val="00BF1C51"/>
    <w:rsid w:val="00BF3CF5"/>
    <w:rsid w:val="00BF42AF"/>
    <w:rsid w:val="00BF6DB8"/>
    <w:rsid w:val="00C00365"/>
    <w:rsid w:val="00C00881"/>
    <w:rsid w:val="00C023EC"/>
    <w:rsid w:val="00C03291"/>
    <w:rsid w:val="00C05B79"/>
    <w:rsid w:val="00C0652C"/>
    <w:rsid w:val="00C0690F"/>
    <w:rsid w:val="00C06A3E"/>
    <w:rsid w:val="00C07813"/>
    <w:rsid w:val="00C07DF2"/>
    <w:rsid w:val="00C11180"/>
    <w:rsid w:val="00C12527"/>
    <w:rsid w:val="00C13F0A"/>
    <w:rsid w:val="00C15545"/>
    <w:rsid w:val="00C15AA9"/>
    <w:rsid w:val="00C17253"/>
    <w:rsid w:val="00C21663"/>
    <w:rsid w:val="00C23F31"/>
    <w:rsid w:val="00C25275"/>
    <w:rsid w:val="00C25752"/>
    <w:rsid w:val="00C271E3"/>
    <w:rsid w:val="00C273F6"/>
    <w:rsid w:val="00C30B9E"/>
    <w:rsid w:val="00C30CC6"/>
    <w:rsid w:val="00C313D0"/>
    <w:rsid w:val="00C315E7"/>
    <w:rsid w:val="00C34312"/>
    <w:rsid w:val="00C343D8"/>
    <w:rsid w:val="00C3564D"/>
    <w:rsid w:val="00C35900"/>
    <w:rsid w:val="00C36CA2"/>
    <w:rsid w:val="00C37A94"/>
    <w:rsid w:val="00C40966"/>
    <w:rsid w:val="00C447FA"/>
    <w:rsid w:val="00C5183B"/>
    <w:rsid w:val="00C5421D"/>
    <w:rsid w:val="00C55888"/>
    <w:rsid w:val="00C56A23"/>
    <w:rsid w:val="00C57598"/>
    <w:rsid w:val="00C60627"/>
    <w:rsid w:val="00C60946"/>
    <w:rsid w:val="00C62E87"/>
    <w:rsid w:val="00C6355C"/>
    <w:rsid w:val="00C63F75"/>
    <w:rsid w:val="00C6548A"/>
    <w:rsid w:val="00C71DFC"/>
    <w:rsid w:val="00C73CEB"/>
    <w:rsid w:val="00C73F94"/>
    <w:rsid w:val="00C74BE5"/>
    <w:rsid w:val="00C757A1"/>
    <w:rsid w:val="00C7675D"/>
    <w:rsid w:val="00C777D3"/>
    <w:rsid w:val="00C80FE0"/>
    <w:rsid w:val="00C81397"/>
    <w:rsid w:val="00C81676"/>
    <w:rsid w:val="00C8635D"/>
    <w:rsid w:val="00C86EB2"/>
    <w:rsid w:val="00C901F5"/>
    <w:rsid w:val="00C90532"/>
    <w:rsid w:val="00C9094F"/>
    <w:rsid w:val="00C91DE7"/>
    <w:rsid w:val="00C948FE"/>
    <w:rsid w:val="00C95DE5"/>
    <w:rsid w:val="00C967E6"/>
    <w:rsid w:val="00CA17D4"/>
    <w:rsid w:val="00CA1AD8"/>
    <w:rsid w:val="00CA3BF4"/>
    <w:rsid w:val="00CA52CD"/>
    <w:rsid w:val="00CA552C"/>
    <w:rsid w:val="00CA5818"/>
    <w:rsid w:val="00CA5F24"/>
    <w:rsid w:val="00CA6728"/>
    <w:rsid w:val="00CA68CC"/>
    <w:rsid w:val="00CB00A4"/>
    <w:rsid w:val="00CB11F5"/>
    <w:rsid w:val="00CB2393"/>
    <w:rsid w:val="00CB3050"/>
    <w:rsid w:val="00CB3899"/>
    <w:rsid w:val="00CB5E04"/>
    <w:rsid w:val="00CB69DD"/>
    <w:rsid w:val="00CC00C2"/>
    <w:rsid w:val="00CC03BF"/>
    <w:rsid w:val="00CC24E2"/>
    <w:rsid w:val="00CC3D27"/>
    <w:rsid w:val="00CC626F"/>
    <w:rsid w:val="00CC6C46"/>
    <w:rsid w:val="00CD1809"/>
    <w:rsid w:val="00CD3039"/>
    <w:rsid w:val="00CD313E"/>
    <w:rsid w:val="00CD3EE8"/>
    <w:rsid w:val="00CD6532"/>
    <w:rsid w:val="00CE25D7"/>
    <w:rsid w:val="00CE4645"/>
    <w:rsid w:val="00CE47DC"/>
    <w:rsid w:val="00CE4CFC"/>
    <w:rsid w:val="00CE7240"/>
    <w:rsid w:val="00CF0F9A"/>
    <w:rsid w:val="00CF23B5"/>
    <w:rsid w:val="00CF2F4B"/>
    <w:rsid w:val="00CF4CEB"/>
    <w:rsid w:val="00CF6790"/>
    <w:rsid w:val="00D00FC7"/>
    <w:rsid w:val="00D01B47"/>
    <w:rsid w:val="00D02008"/>
    <w:rsid w:val="00D04539"/>
    <w:rsid w:val="00D06080"/>
    <w:rsid w:val="00D073F7"/>
    <w:rsid w:val="00D07969"/>
    <w:rsid w:val="00D07C91"/>
    <w:rsid w:val="00D103F4"/>
    <w:rsid w:val="00D1134B"/>
    <w:rsid w:val="00D143DC"/>
    <w:rsid w:val="00D171C2"/>
    <w:rsid w:val="00D20175"/>
    <w:rsid w:val="00D22AD2"/>
    <w:rsid w:val="00D26A66"/>
    <w:rsid w:val="00D26E31"/>
    <w:rsid w:val="00D273F7"/>
    <w:rsid w:val="00D3067C"/>
    <w:rsid w:val="00D30CBD"/>
    <w:rsid w:val="00D324BB"/>
    <w:rsid w:val="00D329E0"/>
    <w:rsid w:val="00D35221"/>
    <w:rsid w:val="00D3547C"/>
    <w:rsid w:val="00D36B74"/>
    <w:rsid w:val="00D42124"/>
    <w:rsid w:val="00D46B86"/>
    <w:rsid w:val="00D46FBF"/>
    <w:rsid w:val="00D476C4"/>
    <w:rsid w:val="00D47FD1"/>
    <w:rsid w:val="00D502F7"/>
    <w:rsid w:val="00D507E9"/>
    <w:rsid w:val="00D5118C"/>
    <w:rsid w:val="00D51DAC"/>
    <w:rsid w:val="00D51F75"/>
    <w:rsid w:val="00D54C4C"/>
    <w:rsid w:val="00D551E0"/>
    <w:rsid w:val="00D55545"/>
    <w:rsid w:val="00D5554B"/>
    <w:rsid w:val="00D55878"/>
    <w:rsid w:val="00D57EAC"/>
    <w:rsid w:val="00D61247"/>
    <w:rsid w:val="00D61CE5"/>
    <w:rsid w:val="00D6522B"/>
    <w:rsid w:val="00D65293"/>
    <w:rsid w:val="00D65DFB"/>
    <w:rsid w:val="00D65FC8"/>
    <w:rsid w:val="00D663FC"/>
    <w:rsid w:val="00D66975"/>
    <w:rsid w:val="00D71255"/>
    <w:rsid w:val="00D714C0"/>
    <w:rsid w:val="00D72200"/>
    <w:rsid w:val="00D7476A"/>
    <w:rsid w:val="00D76AFA"/>
    <w:rsid w:val="00D77998"/>
    <w:rsid w:val="00D77A1E"/>
    <w:rsid w:val="00D77DDB"/>
    <w:rsid w:val="00D8087B"/>
    <w:rsid w:val="00D81333"/>
    <w:rsid w:val="00D90E7E"/>
    <w:rsid w:val="00D919B4"/>
    <w:rsid w:val="00D938C6"/>
    <w:rsid w:val="00D949E0"/>
    <w:rsid w:val="00D951FA"/>
    <w:rsid w:val="00D95ED3"/>
    <w:rsid w:val="00D96324"/>
    <w:rsid w:val="00D9679A"/>
    <w:rsid w:val="00D9731D"/>
    <w:rsid w:val="00D97EC3"/>
    <w:rsid w:val="00DA1ACD"/>
    <w:rsid w:val="00DA20F1"/>
    <w:rsid w:val="00DA374D"/>
    <w:rsid w:val="00DA6DDC"/>
    <w:rsid w:val="00DA7F47"/>
    <w:rsid w:val="00DB37A4"/>
    <w:rsid w:val="00DC0FF6"/>
    <w:rsid w:val="00DC1340"/>
    <w:rsid w:val="00DC2FA3"/>
    <w:rsid w:val="00DC31C2"/>
    <w:rsid w:val="00DC4781"/>
    <w:rsid w:val="00DC5902"/>
    <w:rsid w:val="00DC62DF"/>
    <w:rsid w:val="00DC64F4"/>
    <w:rsid w:val="00DC7C2B"/>
    <w:rsid w:val="00DD01BD"/>
    <w:rsid w:val="00DD0460"/>
    <w:rsid w:val="00DD0F11"/>
    <w:rsid w:val="00DD11FD"/>
    <w:rsid w:val="00DD34E2"/>
    <w:rsid w:val="00DD3DC9"/>
    <w:rsid w:val="00DD53E7"/>
    <w:rsid w:val="00DD6D48"/>
    <w:rsid w:val="00DD7E24"/>
    <w:rsid w:val="00DE043F"/>
    <w:rsid w:val="00DE370F"/>
    <w:rsid w:val="00DE75B7"/>
    <w:rsid w:val="00DE7E9D"/>
    <w:rsid w:val="00DE7F6E"/>
    <w:rsid w:val="00DF11EA"/>
    <w:rsid w:val="00DF141E"/>
    <w:rsid w:val="00DF15C4"/>
    <w:rsid w:val="00DF2480"/>
    <w:rsid w:val="00DF4500"/>
    <w:rsid w:val="00DF6E74"/>
    <w:rsid w:val="00DF7184"/>
    <w:rsid w:val="00E01B24"/>
    <w:rsid w:val="00E0335F"/>
    <w:rsid w:val="00E049B1"/>
    <w:rsid w:val="00E04D72"/>
    <w:rsid w:val="00E05CA8"/>
    <w:rsid w:val="00E1145E"/>
    <w:rsid w:val="00E12AEA"/>
    <w:rsid w:val="00E14A5A"/>
    <w:rsid w:val="00E15117"/>
    <w:rsid w:val="00E16062"/>
    <w:rsid w:val="00E16B3B"/>
    <w:rsid w:val="00E20E76"/>
    <w:rsid w:val="00E21F73"/>
    <w:rsid w:val="00E22007"/>
    <w:rsid w:val="00E2227C"/>
    <w:rsid w:val="00E22948"/>
    <w:rsid w:val="00E22F66"/>
    <w:rsid w:val="00E24671"/>
    <w:rsid w:val="00E251CE"/>
    <w:rsid w:val="00E2739C"/>
    <w:rsid w:val="00E32C03"/>
    <w:rsid w:val="00E34F69"/>
    <w:rsid w:val="00E35543"/>
    <w:rsid w:val="00E37441"/>
    <w:rsid w:val="00E37B40"/>
    <w:rsid w:val="00E41CA8"/>
    <w:rsid w:val="00E4331E"/>
    <w:rsid w:val="00E43723"/>
    <w:rsid w:val="00E45424"/>
    <w:rsid w:val="00E45FF2"/>
    <w:rsid w:val="00E4691E"/>
    <w:rsid w:val="00E479F8"/>
    <w:rsid w:val="00E47B5E"/>
    <w:rsid w:val="00E50B1E"/>
    <w:rsid w:val="00E518A5"/>
    <w:rsid w:val="00E63AE9"/>
    <w:rsid w:val="00E641B5"/>
    <w:rsid w:val="00E65523"/>
    <w:rsid w:val="00E65F4E"/>
    <w:rsid w:val="00E6670A"/>
    <w:rsid w:val="00E67E0C"/>
    <w:rsid w:val="00E72286"/>
    <w:rsid w:val="00E723C1"/>
    <w:rsid w:val="00E72830"/>
    <w:rsid w:val="00E7291E"/>
    <w:rsid w:val="00E73265"/>
    <w:rsid w:val="00E74E2E"/>
    <w:rsid w:val="00E767A0"/>
    <w:rsid w:val="00E76D15"/>
    <w:rsid w:val="00E80CC8"/>
    <w:rsid w:val="00E81C7E"/>
    <w:rsid w:val="00E83160"/>
    <w:rsid w:val="00E84E5B"/>
    <w:rsid w:val="00E868A2"/>
    <w:rsid w:val="00E908D3"/>
    <w:rsid w:val="00E912AF"/>
    <w:rsid w:val="00E9172B"/>
    <w:rsid w:val="00E91E06"/>
    <w:rsid w:val="00E952B5"/>
    <w:rsid w:val="00EA0743"/>
    <w:rsid w:val="00EA17EA"/>
    <w:rsid w:val="00EA3CF2"/>
    <w:rsid w:val="00EA4E38"/>
    <w:rsid w:val="00EA5EDC"/>
    <w:rsid w:val="00EA7261"/>
    <w:rsid w:val="00EB0A80"/>
    <w:rsid w:val="00EB3382"/>
    <w:rsid w:val="00EB3EA0"/>
    <w:rsid w:val="00EB5354"/>
    <w:rsid w:val="00EB6578"/>
    <w:rsid w:val="00EC2F33"/>
    <w:rsid w:val="00EC4505"/>
    <w:rsid w:val="00EC494F"/>
    <w:rsid w:val="00ED06A3"/>
    <w:rsid w:val="00ED0A9E"/>
    <w:rsid w:val="00ED15D1"/>
    <w:rsid w:val="00ED172A"/>
    <w:rsid w:val="00ED1A21"/>
    <w:rsid w:val="00ED1CDC"/>
    <w:rsid w:val="00ED5ABF"/>
    <w:rsid w:val="00ED5F1C"/>
    <w:rsid w:val="00ED63B2"/>
    <w:rsid w:val="00ED674E"/>
    <w:rsid w:val="00ED751E"/>
    <w:rsid w:val="00EE052E"/>
    <w:rsid w:val="00EE28DC"/>
    <w:rsid w:val="00EE6A94"/>
    <w:rsid w:val="00EF08D1"/>
    <w:rsid w:val="00EF256B"/>
    <w:rsid w:val="00EF2CEA"/>
    <w:rsid w:val="00EF2D02"/>
    <w:rsid w:val="00EF3EE1"/>
    <w:rsid w:val="00EF3F30"/>
    <w:rsid w:val="00F00664"/>
    <w:rsid w:val="00F02716"/>
    <w:rsid w:val="00F050DA"/>
    <w:rsid w:val="00F10774"/>
    <w:rsid w:val="00F14296"/>
    <w:rsid w:val="00F14618"/>
    <w:rsid w:val="00F156BD"/>
    <w:rsid w:val="00F2226D"/>
    <w:rsid w:val="00F234BD"/>
    <w:rsid w:val="00F24EE4"/>
    <w:rsid w:val="00F26F50"/>
    <w:rsid w:val="00F33042"/>
    <w:rsid w:val="00F33943"/>
    <w:rsid w:val="00F350F6"/>
    <w:rsid w:val="00F36069"/>
    <w:rsid w:val="00F375CF"/>
    <w:rsid w:val="00F401CB"/>
    <w:rsid w:val="00F40221"/>
    <w:rsid w:val="00F403E9"/>
    <w:rsid w:val="00F426E9"/>
    <w:rsid w:val="00F4278D"/>
    <w:rsid w:val="00F44943"/>
    <w:rsid w:val="00F44B66"/>
    <w:rsid w:val="00F44BB9"/>
    <w:rsid w:val="00F45655"/>
    <w:rsid w:val="00F45FC3"/>
    <w:rsid w:val="00F46479"/>
    <w:rsid w:val="00F4724A"/>
    <w:rsid w:val="00F50F07"/>
    <w:rsid w:val="00F51A78"/>
    <w:rsid w:val="00F53669"/>
    <w:rsid w:val="00F5407C"/>
    <w:rsid w:val="00F568B6"/>
    <w:rsid w:val="00F56A73"/>
    <w:rsid w:val="00F56CF9"/>
    <w:rsid w:val="00F573B3"/>
    <w:rsid w:val="00F611E0"/>
    <w:rsid w:val="00F61938"/>
    <w:rsid w:val="00F627A5"/>
    <w:rsid w:val="00F72C2C"/>
    <w:rsid w:val="00F74E74"/>
    <w:rsid w:val="00F751DB"/>
    <w:rsid w:val="00F754F3"/>
    <w:rsid w:val="00F76337"/>
    <w:rsid w:val="00F76AB5"/>
    <w:rsid w:val="00F7771E"/>
    <w:rsid w:val="00F802C3"/>
    <w:rsid w:val="00F8050E"/>
    <w:rsid w:val="00F81860"/>
    <w:rsid w:val="00F82AEC"/>
    <w:rsid w:val="00F82E6C"/>
    <w:rsid w:val="00F841EA"/>
    <w:rsid w:val="00F84EEE"/>
    <w:rsid w:val="00F8567A"/>
    <w:rsid w:val="00F86AFE"/>
    <w:rsid w:val="00F923C2"/>
    <w:rsid w:val="00F9469D"/>
    <w:rsid w:val="00F9562F"/>
    <w:rsid w:val="00FA295A"/>
    <w:rsid w:val="00FA338A"/>
    <w:rsid w:val="00FA5AD5"/>
    <w:rsid w:val="00FA60B3"/>
    <w:rsid w:val="00FA6C7F"/>
    <w:rsid w:val="00FA7D02"/>
    <w:rsid w:val="00FB0E9E"/>
    <w:rsid w:val="00FB1491"/>
    <w:rsid w:val="00FB273F"/>
    <w:rsid w:val="00FB2855"/>
    <w:rsid w:val="00FB2E91"/>
    <w:rsid w:val="00FB3BA8"/>
    <w:rsid w:val="00FB4543"/>
    <w:rsid w:val="00FB6EB3"/>
    <w:rsid w:val="00FC26CB"/>
    <w:rsid w:val="00FC485D"/>
    <w:rsid w:val="00FC50FB"/>
    <w:rsid w:val="00FC6120"/>
    <w:rsid w:val="00FC6B5E"/>
    <w:rsid w:val="00FD1704"/>
    <w:rsid w:val="00FD1705"/>
    <w:rsid w:val="00FD1AB9"/>
    <w:rsid w:val="00FD1C5F"/>
    <w:rsid w:val="00FD1EA3"/>
    <w:rsid w:val="00FD23AA"/>
    <w:rsid w:val="00FD2A8F"/>
    <w:rsid w:val="00FD2E3A"/>
    <w:rsid w:val="00FD4A37"/>
    <w:rsid w:val="00FD528E"/>
    <w:rsid w:val="00FD5C57"/>
    <w:rsid w:val="00FD61E4"/>
    <w:rsid w:val="00FD79D8"/>
    <w:rsid w:val="00FD7EA0"/>
    <w:rsid w:val="00FE08E6"/>
    <w:rsid w:val="00FE13F6"/>
    <w:rsid w:val="00FE14F0"/>
    <w:rsid w:val="00FE3E6B"/>
    <w:rsid w:val="00FE757E"/>
    <w:rsid w:val="00FF128A"/>
    <w:rsid w:val="00FF2729"/>
    <w:rsid w:val="00FF2CC4"/>
    <w:rsid w:val="00FF3166"/>
    <w:rsid w:val="00FF341F"/>
    <w:rsid w:val="00FF7B74"/>
    <w:rsid w:val="00FF7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B6D77"/>
  <w15:docId w15:val="{07270C9A-498C-4A41-A9D3-A712EC34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743"/>
    <w:pPr>
      <w:spacing w:before="61" w:after="0" w:line="240" w:lineRule="auto"/>
      <w:ind w:right="-8"/>
      <w:jc w:val="both"/>
    </w:pPr>
    <w:rPr>
      <w:rFonts w:eastAsia="Garamond" w:cs="Garamond"/>
      <w:spacing w:val="3"/>
      <w:szCs w:val="20"/>
      <w:lang w:eastAsia="it-IT"/>
    </w:rPr>
  </w:style>
  <w:style w:type="paragraph" w:styleId="Heading1">
    <w:name w:val="heading 1"/>
    <w:aliases w:val="AS - Titolo livello 1,t1,Titolo capitolo,Capitolo,Tit1,rlhead1,toc 1,1,Allegato,Paspastyle 1,H1,level 1,Heading Annex0,h1,Level 1,heading 1,CONSIP - Capitolo 1,Chapter,h11,h12,h13,h14,h15,h16,Arial 14 Fett,Arial 14 Fett1,Arial 14 Fett2,R,L1,R1"/>
    <w:basedOn w:val="Normal"/>
    <w:next w:val="Normal"/>
    <w:link w:val="Heading1Char"/>
    <w:autoRedefine/>
    <w:uiPriority w:val="9"/>
    <w:qFormat/>
    <w:rsid w:val="00052DFB"/>
    <w:pPr>
      <w:pageBreakBefore/>
      <w:numPr>
        <w:numId w:val="1"/>
      </w:numPr>
      <w:tabs>
        <w:tab w:val="left" w:pos="-3686"/>
      </w:tabs>
      <w:spacing w:after="240"/>
      <w:outlineLvl w:val="0"/>
    </w:pPr>
    <w:rPr>
      <w:rFonts w:cs="Arial"/>
      <w:b/>
      <w:caps/>
      <w:color w:val="1F4E79" w:themeColor="accent1" w:themeShade="80"/>
      <w:kern w:val="28"/>
      <w:sz w:val="32"/>
      <w:szCs w:val="32"/>
      <w:lang w:val="en-GB"/>
    </w:rPr>
  </w:style>
  <w:style w:type="paragraph" w:styleId="Heading2">
    <w:name w:val="heading 2"/>
    <w:aliases w:val="AS - Titolo 2,CAPITOLO,2 Heading,2ndOrd (A.),Appendix Title,ah1,A1,Main Hd,Second-Order Heading,H2,h2,A.B.C.,l2,heading 2,t2,2,2nd level,Header 2,Paragrafo,Attribute Heading 2,Chapter Number/Appendix Letter,chn,Level 2 Topic Heading,Tit2,l21,l"/>
    <w:basedOn w:val="Normal"/>
    <w:next w:val="Normal"/>
    <w:link w:val="Heading2Char"/>
    <w:autoRedefine/>
    <w:uiPriority w:val="9"/>
    <w:qFormat/>
    <w:rsid w:val="009B283A"/>
    <w:pPr>
      <w:numPr>
        <w:ilvl w:val="1"/>
        <w:numId w:val="1"/>
      </w:numPr>
      <w:tabs>
        <w:tab w:val="left" w:pos="-3686"/>
      </w:tabs>
      <w:spacing w:before="120" w:after="120"/>
      <w:outlineLvl w:val="1"/>
    </w:pPr>
    <w:rPr>
      <w:rFonts w:cs="Arial"/>
      <w:b/>
      <w:color w:val="1F4E79" w:themeColor="accent1" w:themeShade="80"/>
      <w:sz w:val="28"/>
      <w:lang w:val="en-GB"/>
    </w:rPr>
  </w:style>
  <w:style w:type="paragraph" w:styleId="Heading3">
    <w:name w:val="heading 3"/>
    <w:aliases w:val="AS - Titolo 3,t3,3 Heading,3rdOrd (1.),Unnumbered Head,uh,UH,Third-Order Heading,h3,3rd level,H3,h31,h32,h33,h34,h35,h36,h37,h38,h39,h310,h311,h312,h313,h314,Tit3,§,§§,3,sub-sub,heading 3,level 3,CONSIP - Capitolo 3,Table Attribute Heading,H31"/>
    <w:basedOn w:val="Normal"/>
    <w:next w:val="Normal"/>
    <w:link w:val="Heading3Char"/>
    <w:autoRedefine/>
    <w:uiPriority w:val="9"/>
    <w:qFormat/>
    <w:rsid w:val="00B0599B"/>
    <w:pPr>
      <w:keepNext/>
      <w:keepLines/>
      <w:numPr>
        <w:ilvl w:val="2"/>
        <w:numId w:val="1"/>
      </w:numPr>
      <w:spacing w:before="240" w:after="60"/>
      <w:outlineLvl w:val="2"/>
    </w:pPr>
    <w:rPr>
      <w:rFonts w:eastAsia="TrebuchetMS,Italic" w:cs="Arial"/>
      <w:b/>
      <w:bCs/>
      <w:i/>
      <w:color w:val="1F4E79" w:themeColor="accent1" w:themeShade="80"/>
      <w:szCs w:val="26"/>
      <w:lang w:val="en-GB"/>
    </w:rPr>
  </w:style>
  <w:style w:type="paragraph" w:styleId="Heading4">
    <w:name w:val="heading 4"/>
    <w:aliases w:val="AS - Titolo 4,H4,t4,Heading,4Th,Tit4,h4,Unterunterabschnitt,Heading 4s,4,Org Heading 2,Titre 4,MR liv. 4,CONSIP - Capitolo 4,Ref Heading 1,rh1,Heading sql,First Subheading,Ref Heading 11,rh11,Heading sql1,H42,h41,First Subheading1,a.,E4"/>
    <w:basedOn w:val="Normal"/>
    <w:next w:val="Normal"/>
    <w:link w:val="Heading4Char"/>
    <w:uiPriority w:val="9"/>
    <w:qFormat/>
    <w:rsid w:val="00B1019B"/>
    <w:pPr>
      <w:numPr>
        <w:ilvl w:val="3"/>
        <w:numId w:val="1"/>
      </w:numPr>
      <w:tabs>
        <w:tab w:val="left" w:pos="13892"/>
      </w:tabs>
      <w:ind w:right="227"/>
      <w:contextualSpacing/>
      <w:outlineLvl w:val="3"/>
    </w:pPr>
    <w:rPr>
      <w:color w:val="1F4E79" w:themeColor="accent1" w:themeShade="80"/>
    </w:rPr>
  </w:style>
  <w:style w:type="paragraph" w:styleId="Heading5">
    <w:name w:val="heading 5"/>
    <w:aliases w:val="H5,Appendix A to X,Heading 5   Appendix A to X,Tit5,h5,tit5,Ref Heading 2,rh2,Second Subheading,Ref Heading 21,rh21,H51,h51,Second Subheading1,Ref Heading 22,rh22,H52,Ref Heading 23,rh23,H53,h52,Second Subheading2,Ref Heading 24,rh24,H54,rh25"/>
    <w:basedOn w:val="Normal"/>
    <w:next w:val="Normal"/>
    <w:link w:val="Heading5Char"/>
    <w:uiPriority w:val="9"/>
    <w:qFormat/>
    <w:rsid w:val="00AE6DBA"/>
    <w:pPr>
      <w:numPr>
        <w:ilvl w:val="4"/>
        <w:numId w:val="1"/>
      </w:numPr>
      <w:outlineLvl w:val="4"/>
    </w:pPr>
    <w:rPr>
      <w:b/>
      <w:i/>
      <w:color w:val="2E74B5" w:themeColor="accent1" w:themeShade="BF"/>
    </w:rPr>
  </w:style>
  <w:style w:type="paragraph" w:styleId="Heading6">
    <w:name w:val="heading 6"/>
    <w:aliases w:val="Tit6"/>
    <w:basedOn w:val="Normal"/>
    <w:next w:val="Normal"/>
    <w:link w:val="Heading6Char"/>
    <w:uiPriority w:val="99"/>
    <w:unhideWhenUsed/>
    <w:qFormat/>
    <w:rsid w:val="0056719D"/>
    <w:pPr>
      <w:keepNext/>
      <w:keepLines/>
      <w:spacing w:before="240" w:after="60"/>
      <w:ind w:left="1152" w:hanging="1152"/>
      <w:outlineLvl w:val="5"/>
    </w:pPr>
    <w:rPr>
      <w:rFonts w:ascii="Arial" w:hAnsi="Arial"/>
      <w:i/>
      <w:iCs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56719D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56719D"/>
    <w:pPr>
      <w:keepNext/>
      <w:keepLines/>
      <w:spacing w:before="200"/>
      <w:ind w:left="1440" w:hanging="1440"/>
      <w:outlineLvl w:val="7"/>
    </w:pPr>
    <w:rPr>
      <w:rFonts w:ascii="Cambria" w:hAnsi="Cambria"/>
      <w:color w:val="40404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56719D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S - Titolo livello 1 Char,t1 Char,Titolo capitolo Char,Capitolo Char,Tit1 Char,rlhead1 Char,toc 1 Char,1 Char,Allegato Char,Paspastyle 1 Char,H1 Char,level 1 Char,Heading Annex0 Char,h1 Char,Level 1 Char,heading 1 Char,Chapter Char"/>
    <w:basedOn w:val="DefaultParagraphFont"/>
    <w:link w:val="Heading1"/>
    <w:uiPriority w:val="9"/>
    <w:rsid w:val="00052DFB"/>
    <w:rPr>
      <w:rFonts w:eastAsia="Garamond" w:cs="Arial"/>
      <w:b/>
      <w:caps/>
      <w:color w:val="1F4E79" w:themeColor="accent1" w:themeShade="80"/>
      <w:spacing w:val="3"/>
      <w:kern w:val="28"/>
      <w:sz w:val="32"/>
      <w:szCs w:val="32"/>
      <w:lang w:val="en-GB" w:eastAsia="it-IT"/>
    </w:rPr>
  </w:style>
  <w:style w:type="character" w:customStyle="1" w:styleId="Heading2Char">
    <w:name w:val="Heading 2 Char"/>
    <w:aliases w:val="AS - Titolo 2 Char,CAPITOLO Char,2 Heading Char,2ndOrd (A.) Char,Appendix Title Char,ah1 Char,A1 Char,Main Hd Char,Second-Order Heading Char,H2 Char,h2 Char,A.B.C. Char,l2 Char,heading 2 Char,t2 Char,2 Char,2nd level Char,Header 2 Char"/>
    <w:basedOn w:val="DefaultParagraphFont"/>
    <w:link w:val="Heading2"/>
    <w:uiPriority w:val="9"/>
    <w:rsid w:val="009B283A"/>
    <w:rPr>
      <w:rFonts w:eastAsia="Garamond" w:cs="Arial"/>
      <w:b/>
      <w:color w:val="1F4E79" w:themeColor="accent1" w:themeShade="80"/>
      <w:spacing w:val="3"/>
      <w:sz w:val="28"/>
      <w:szCs w:val="20"/>
      <w:lang w:val="en-GB" w:eastAsia="it-IT"/>
    </w:rPr>
  </w:style>
  <w:style w:type="character" w:customStyle="1" w:styleId="Heading3Char">
    <w:name w:val="Heading 3 Char"/>
    <w:aliases w:val="AS - Titolo 3 Char,t3 Char,3 Heading Char,3rdOrd (1.) Char,Unnumbered Head Char,uh Char,UH Char,Third-Order Heading Char,h3 Char,3rd level Char,H3 Char,h31 Char,h32 Char,h33 Char,h34 Char,h35 Char,h36 Char,h37 Char,h38 Char,h39 Char"/>
    <w:basedOn w:val="DefaultParagraphFont"/>
    <w:link w:val="Heading3"/>
    <w:uiPriority w:val="9"/>
    <w:rsid w:val="00B0599B"/>
    <w:rPr>
      <w:rFonts w:eastAsia="TrebuchetMS,Italic" w:cs="Arial"/>
      <w:b/>
      <w:bCs/>
      <w:i/>
      <w:color w:val="1F4E79" w:themeColor="accent1" w:themeShade="80"/>
      <w:spacing w:val="3"/>
      <w:szCs w:val="26"/>
      <w:lang w:val="en-GB" w:eastAsia="it-IT"/>
    </w:rPr>
  </w:style>
  <w:style w:type="character" w:customStyle="1" w:styleId="Heading4Char">
    <w:name w:val="Heading 4 Char"/>
    <w:aliases w:val="AS - Titolo 4 Char,H4 Char,t4 Char,Heading Char,4Th Char,Tit4 Char,h4 Char,Unterunterabschnitt Char,Heading 4s Char,4 Char,Org Heading 2 Char,Titre 4 Char,MR liv. 4 Char,CONSIP - Capitolo 4 Char,Ref Heading 1 Char,rh1 Char,rh11 Char"/>
    <w:basedOn w:val="DefaultParagraphFont"/>
    <w:link w:val="Heading4"/>
    <w:uiPriority w:val="9"/>
    <w:rsid w:val="00B1019B"/>
    <w:rPr>
      <w:rFonts w:eastAsia="Garamond" w:cs="Garamond"/>
      <w:color w:val="1F4E79" w:themeColor="accent1" w:themeShade="80"/>
      <w:spacing w:val="3"/>
      <w:szCs w:val="20"/>
      <w:lang w:eastAsia="it-IT"/>
    </w:rPr>
  </w:style>
  <w:style w:type="character" w:customStyle="1" w:styleId="Heading5Char">
    <w:name w:val="Heading 5 Char"/>
    <w:aliases w:val="H5 Char,Appendix A to X Char,Heading 5   Appendix A to X Char,Tit5 Char,h5 Char,tit5 Char,Ref Heading 2 Char,rh2 Char,Second Subheading Char,Ref Heading 21 Char,rh21 Char,H51 Char,h51 Char,Second Subheading1 Char,Ref Heading 22 Char"/>
    <w:basedOn w:val="DefaultParagraphFont"/>
    <w:link w:val="Heading5"/>
    <w:uiPriority w:val="9"/>
    <w:rsid w:val="00AE6DBA"/>
    <w:rPr>
      <w:rFonts w:eastAsia="Garamond" w:cs="Garamond"/>
      <w:b/>
      <w:i/>
      <w:color w:val="2E74B5" w:themeColor="accent1" w:themeShade="BF"/>
      <w:spacing w:val="3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AE6DBA"/>
    <w:rPr>
      <w:rFonts w:cs="Tahoma"/>
      <w:color w:val="0563C1" w:themeColor="hyperlink"/>
      <w:u w:val="single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AE6DBA"/>
    <w:pPr>
      <w:tabs>
        <w:tab w:val="right" w:leader="dot" w:pos="9923"/>
      </w:tabs>
      <w:ind w:left="567" w:right="566" w:hanging="567"/>
    </w:pPr>
    <w:rPr>
      <w:b/>
      <w:smallCaps/>
      <w:color w:val="2E74B5" w:themeColor="accent1" w:themeShade="BF"/>
    </w:rPr>
  </w:style>
  <w:style w:type="paragraph" w:styleId="TOC2">
    <w:name w:val="toc 2"/>
    <w:basedOn w:val="Normal"/>
    <w:next w:val="Normal"/>
    <w:autoRedefine/>
    <w:uiPriority w:val="39"/>
    <w:qFormat/>
    <w:rsid w:val="003862AC"/>
    <w:pPr>
      <w:tabs>
        <w:tab w:val="left" w:pos="851"/>
        <w:tab w:val="right" w:leader="dot" w:pos="9923"/>
      </w:tabs>
      <w:ind w:left="1191" w:right="566" w:hanging="794"/>
    </w:pPr>
    <w:rPr>
      <w:b/>
      <w:color w:val="404040" w:themeColor="text1" w:themeTint="BF"/>
    </w:rPr>
  </w:style>
  <w:style w:type="paragraph" w:styleId="Caption">
    <w:name w:val="caption"/>
    <w:aliases w:val="CaptionCFMU,figura,Didascalia Carattere,Didascalia Carattere1,Didascalia Carattere Carattere,Didascalia Carattere1 Carattere Carattere,Didascalia Carattere Carattere Carattere1 Carattere,ref Carattere,ITT d,Table Title,ref,Caratte,cp,Ca,5 cm"/>
    <w:basedOn w:val="Normal"/>
    <w:next w:val="Normal"/>
    <w:link w:val="CaptionChar"/>
    <w:autoRedefine/>
    <w:unhideWhenUsed/>
    <w:qFormat/>
    <w:rsid w:val="0025345F"/>
    <w:pPr>
      <w:spacing w:beforeLines="40" w:afterLines="40"/>
      <w:jc w:val="center"/>
    </w:pPr>
    <w:rPr>
      <w:bCs/>
      <w:color w:val="1F4E79" w:themeColor="accent1" w:themeShade="80"/>
      <w:sz w:val="18"/>
      <w:szCs w:val="18"/>
    </w:rPr>
  </w:style>
  <w:style w:type="character" w:customStyle="1" w:styleId="CaptionChar">
    <w:name w:val="Caption Char"/>
    <w:aliases w:val="CaptionCFMU Char,figura Char,Didascalia Carattere Char,Didascalia Carattere1 Char,Didascalia Carattere Carattere Char,Didascalia Carattere1 Carattere Carattere Char,Didascalia Carattere Carattere Carattere1 Carattere Char,ref Carattere Char"/>
    <w:link w:val="Caption"/>
    <w:locked/>
    <w:rsid w:val="0025345F"/>
    <w:rPr>
      <w:rFonts w:eastAsia="Times New Roman" w:cs="Times New Roman"/>
      <w:bCs/>
      <w:color w:val="1F4E79" w:themeColor="accent1" w:themeShade="80"/>
      <w:sz w:val="18"/>
      <w:szCs w:val="18"/>
      <w:lang w:eastAsia="it-IT"/>
    </w:rPr>
  </w:style>
  <w:style w:type="paragraph" w:styleId="ListParagraph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Bullet1"/>
    <w:link w:val="ListParagraphChar"/>
    <w:autoRedefine/>
    <w:uiPriority w:val="34"/>
    <w:qFormat/>
    <w:rsid w:val="009D0360"/>
    <w:pPr>
      <w:numPr>
        <w:numId w:val="32"/>
      </w:numPr>
    </w:pPr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AE6DBA"/>
    <w:rPr>
      <w:b/>
      <w:bCs/>
      <w:i/>
      <w:iCs/>
      <w:color w:val="5B9BD5" w:themeColor="accent1"/>
    </w:rPr>
  </w:style>
  <w:style w:type="table" w:styleId="TableGrid">
    <w:name w:val="Table Grid"/>
    <w:aliases w:val="Deloitte,Table Definitions Grid,Equifax table,Tabella,Tabella Standard 1,Table Grid PI,CV table"/>
    <w:basedOn w:val="TableNormal"/>
    <w:rsid w:val="00042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E6DB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DBA"/>
    <w:rPr>
      <w:rFonts w:eastAsia="Times New Roman" w:cs="Times New Roman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AE6DB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DBA"/>
    <w:rPr>
      <w:rFonts w:eastAsia="Times New Roman" w:cs="Times New Roman"/>
      <w:szCs w:val="20"/>
      <w:lang w:eastAsia="it-IT"/>
    </w:rPr>
  </w:style>
  <w:style w:type="paragraph" w:customStyle="1" w:styleId="Title2">
    <w:name w:val="Title 2"/>
    <w:basedOn w:val="Normal"/>
    <w:link w:val="Title2Char"/>
    <w:qFormat/>
    <w:rsid w:val="00AE6DBA"/>
    <w:pPr>
      <w:spacing w:before="120" w:after="120"/>
      <w:jc w:val="right"/>
    </w:pPr>
    <w:rPr>
      <w:b/>
      <w:color w:val="2E74B5" w:themeColor="accent1" w:themeShade="BF"/>
      <w:sz w:val="28"/>
      <w:szCs w:val="28"/>
    </w:rPr>
  </w:style>
  <w:style w:type="character" w:customStyle="1" w:styleId="Title2Char">
    <w:name w:val="Title 2 Char"/>
    <w:basedOn w:val="DefaultParagraphFont"/>
    <w:link w:val="Title2"/>
    <w:rsid w:val="00AE6DBA"/>
    <w:rPr>
      <w:rFonts w:eastAsia="Times New Roman" w:cs="Times New Roman"/>
      <w:b/>
      <w:color w:val="2E74B5" w:themeColor="accent1" w:themeShade="BF"/>
      <w:sz w:val="28"/>
      <w:szCs w:val="28"/>
      <w:lang w:eastAsia="it-IT"/>
    </w:rPr>
  </w:style>
  <w:style w:type="paragraph" w:customStyle="1" w:styleId="Bullet1">
    <w:name w:val="Bullet 1"/>
    <w:basedOn w:val="Normal"/>
    <w:link w:val="Bullet1Char"/>
    <w:qFormat/>
    <w:rsid w:val="004834C3"/>
    <w:pPr>
      <w:numPr>
        <w:numId w:val="3"/>
      </w:numPr>
      <w:spacing w:line="240" w:lineRule="atLeast"/>
      <w:ind w:right="-6"/>
    </w:pPr>
    <w:rPr>
      <w:rFonts w:cstheme="minorHAnsi"/>
    </w:rPr>
  </w:style>
  <w:style w:type="paragraph" w:styleId="TOCHeading">
    <w:name w:val="TOC Heading"/>
    <w:basedOn w:val="Heading1"/>
    <w:next w:val="Normal"/>
    <w:uiPriority w:val="39"/>
    <w:unhideWhenUsed/>
    <w:qFormat/>
    <w:rsid w:val="00AE6DBA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kern w:val="0"/>
      <w:szCs w:val="28"/>
      <w:lang w:val="it-IT" w:eastAsia="en-US"/>
    </w:rPr>
  </w:style>
  <w:style w:type="paragraph" w:styleId="NoSpacing">
    <w:name w:val="No Spacing"/>
    <w:link w:val="NoSpacingChar"/>
    <w:qFormat/>
    <w:rsid w:val="00AE6DBA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ListParagraphChar">
    <w:name w:val="List Paragraph Char"/>
    <w:aliases w:val="Paragrafo elenco 2 Char,Bullet List Char,FooterText Char,numbered Char,Paragraphe de liste1 Char,Bulletr List Paragraph Char,列出段落 Char,列出段落1 Char,List Paragraph21 Char,Listeafsnit1 Char,Parágrafo da Lista1 Char,Párrafo de lista1 Char"/>
    <w:basedOn w:val="DefaultParagraphFont"/>
    <w:link w:val="ListParagraph"/>
    <w:uiPriority w:val="34"/>
    <w:qFormat/>
    <w:rsid w:val="009D0360"/>
    <w:rPr>
      <w:rFonts w:eastAsia="Garamond" w:cstheme="minorHAnsi"/>
      <w:b/>
      <w:bCs/>
      <w:spacing w:val="3"/>
      <w:szCs w:val="20"/>
      <w:lang w:eastAsia="it-IT"/>
    </w:rPr>
  </w:style>
  <w:style w:type="paragraph" w:customStyle="1" w:styleId="Default">
    <w:name w:val="Default"/>
    <w:basedOn w:val="Normal"/>
    <w:next w:val="Normal"/>
    <w:rsid w:val="00AE6DBA"/>
    <w:pPr>
      <w:autoSpaceDE w:val="0"/>
      <w:autoSpaceDN w:val="0"/>
      <w:adjustRightInd w:val="0"/>
    </w:pPr>
    <w:rPr>
      <w:rFonts w:cs="Trebuchet MS"/>
      <w:color w:val="000000"/>
      <w:szCs w:val="24"/>
    </w:rPr>
  </w:style>
  <w:style w:type="character" w:customStyle="1" w:styleId="NoSpacingChar">
    <w:name w:val="No Spacing Char"/>
    <w:basedOn w:val="DefaultParagraphFont"/>
    <w:link w:val="NoSpacing"/>
    <w:rsid w:val="00AE6DBA"/>
    <w:rPr>
      <w:rFonts w:eastAsiaTheme="minorEastAsia"/>
      <w:lang w:val="en-US" w:eastAsia="ja-JP"/>
    </w:rPr>
  </w:style>
  <w:style w:type="character" w:customStyle="1" w:styleId="Bullet1Char">
    <w:name w:val="Bullet 1 Char"/>
    <w:basedOn w:val="DefaultParagraphFont"/>
    <w:link w:val="Bullet1"/>
    <w:rsid w:val="004834C3"/>
    <w:rPr>
      <w:rFonts w:eastAsia="Garamond" w:cstheme="minorHAnsi"/>
      <w:spacing w:val="3"/>
      <w:szCs w:val="20"/>
      <w:lang w:eastAsia="it-IT"/>
    </w:rPr>
  </w:style>
  <w:style w:type="paragraph" w:customStyle="1" w:styleId="NormaleGiustizia">
    <w:name w:val="Normale Giustizia"/>
    <w:basedOn w:val="Normal"/>
    <w:link w:val="NormaleGiustiziaCarattere"/>
    <w:rsid w:val="00AE6DBA"/>
    <w:pPr>
      <w:spacing w:before="60" w:after="60"/>
    </w:pPr>
    <w:rPr>
      <w:rFonts w:ascii="Arial Narrow" w:hAnsi="Arial Narrow"/>
      <w:szCs w:val="24"/>
    </w:rPr>
  </w:style>
  <w:style w:type="character" w:customStyle="1" w:styleId="NormaleGiustiziaCarattere">
    <w:name w:val="Normale Giustizia Carattere"/>
    <w:basedOn w:val="DefaultParagraphFont"/>
    <w:link w:val="NormaleGiustizia"/>
    <w:locked/>
    <w:rsid w:val="00AE6DBA"/>
    <w:rPr>
      <w:rFonts w:ascii="Arial Narrow" w:eastAsia="Times New Roman" w:hAnsi="Arial Narrow" w:cs="Times New Roman"/>
      <w:szCs w:val="24"/>
      <w:lang w:eastAsia="it-IT"/>
    </w:rPr>
  </w:style>
  <w:style w:type="paragraph" w:customStyle="1" w:styleId="LegalText">
    <w:name w:val="Legal Text"/>
    <w:basedOn w:val="Normal"/>
    <w:rsid w:val="00AE6DBA"/>
    <w:pPr>
      <w:spacing w:line="150" w:lineRule="atLeast"/>
      <w:jc w:val="left"/>
    </w:pPr>
    <w:rPr>
      <w:rFonts w:ascii="Arial" w:eastAsiaTheme="minorHAnsi" w:hAnsi="Arial" w:cs="Arial"/>
      <w:sz w:val="12"/>
      <w:szCs w:val="12"/>
    </w:rPr>
  </w:style>
  <w:style w:type="paragraph" w:styleId="TableofFigures">
    <w:name w:val="table of figures"/>
    <w:basedOn w:val="Normal"/>
    <w:next w:val="Normal"/>
    <w:uiPriority w:val="99"/>
    <w:unhideWhenUsed/>
    <w:rsid w:val="006901E0"/>
    <w:pPr>
      <w:spacing w:before="0"/>
      <w:ind w:left="440" w:hanging="440"/>
      <w:jc w:val="left"/>
    </w:pPr>
    <w:rPr>
      <w:rFonts w:cstheme="minorHAnsi"/>
      <w:smallCaps/>
      <w:sz w:val="20"/>
    </w:rPr>
  </w:style>
  <w:style w:type="table" w:customStyle="1" w:styleId="Stile2-Tabella">
    <w:name w:val="Stile2-Tabella"/>
    <w:basedOn w:val="TableNormal"/>
    <w:uiPriority w:val="99"/>
    <w:rsid w:val="004577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cPr>
      <w:shd w:val="clear" w:color="auto" w:fill="auto"/>
      <w:vAlign w:val="center"/>
    </w:tcPr>
  </w:style>
  <w:style w:type="paragraph" w:customStyle="1" w:styleId="Tabellanormale1">
    <w:name w:val="Tabella normale1"/>
    <w:basedOn w:val="Normal"/>
    <w:link w:val="NormaltableCarattere"/>
    <w:rsid w:val="008859AD"/>
    <w:pPr>
      <w:spacing w:before="60" w:after="60" w:line="240" w:lineRule="atLeast"/>
    </w:pPr>
    <w:rPr>
      <w:b/>
      <w:bCs/>
    </w:rPr>
  </w:style>
  <w:style w:type="character" w:customStyle="1" w:styleId="NormaltableCarattere">
    <w:name w:val="Normal table Carattere"/>
    <w:basedOn w:val="DefaultParagraphFont"/>
    <w:link w:val="Tabellanormale1"/>
    <w:rsid w:val="008859AD"/>
    <w:rPr>
      <w:rFonts w:eastAsia="Times New Roman" w:cs="Times New Roman"/>
      <w:b/>
      <w:bCs/>
      <w:szCs w:val="20"/>
      <w:lang w:eastAsia="it-IT"/>
    </w:rPr>
  </w:style>
  <w:style w:type="paragraph" w:customStyle="1" w:styleId="SOGEI-normale">
    <w:name w:val="SOGEI-normale"/>
    <w:basedOn w:val="Normal"/>
    <w:link w:val="SOGEI-normaleCarattere"/>
    <w:rsid w:val="00FC50FB"/>
    <w:pPr>
      <w:tabs>
        <w:tab w:val="left" w:pos="6957"/>
      </w:tabs>
      <w:jc w:val="left"/>
    </w:pPr>
    <w:rPr>
      <w:rFonts w:ascii="Arial" w:hAnsi="Arial" w:cs="Arial"/>
      <w:sz w:val="20"/>
      <w:szCs w:val="24"/>
      <w:lang w:val="en-US" w:eastAsia="en-US"/>
    </w:rPr>
  </w:style>
  <w:style w:type="character" w:customStyle="1" w:styleId="SOGEI-normaleCarattere">
    <w:name w:val="SOGEI-normale Carattere"/>
    <w:basedOn w:val="DefaultParagraphFont"/>
    <w:link w:val="SOGEI-normale"/>
    <w:rsid w:val="00FC50FB"/>
    <w:rPr>
      <w:rFonts w:ascii="Arial" w:eastAsia="Times New Roman" w:hAnsi="Arial" w:cs="Arial"/>
      <w:sz w:val="20"/>
      <w:szCs w:val="24"/>
      <w:lang w:val="en-US"/>
    </w:rPr>
  </w:style>
  <w:style w:type="paragraph" w:customStyle="1" w:styleId="TableNormal2">
    <w:name w:val="Table Normal2"/>
    <w:basedOn w:val="Normal"/>
    <w:link w:val="NormaltableChar"/>
    <w:qFormat/>
    <w:rsid w:val="005B4FF0"/>
    <w:pPr>
      <w:jc w:val="center"/>
    </w:pPr>
    <w:rPr>
      <w:lang w:eastAsia="en-GB"/>
    </w:rPr>
  </w:style>
  <w:style w:type="character" w:customStyle="1" w:styleId="NormaltableChar">
    <w:name w:val="Normal table Char"/>
    <w:basedOn w:val="DefaultParagraphFont"/>
    <w:link w:val="TableNormal2"/>
    <w:rsid w:val="005B4FF0"/>
    <w:rPr>
      <w:rFonts w:eastAsia="Garamond" w:cs="Garamond"/>
      <w:spacing w:val="3"/>
      <w:szCs w:val="20"/>
      <w:lang w:eastAsia="en-GB"/>
    </w:rPr>
  </w:style>
  <w:style w:type="paragraph" w:customStyle="1" w:styleId="Evidence1">
    <w:name w:val="Evidence 1"/>
    <w:basedOn w:val="Normal"/>
    <w:link w:val="Evidence1Char"/>
    <w:qFormat/>
    <w:rsid w:val="00FC50FB"/>
    <w:pPr>
      <w:ind w:left="284" w:right="282"/>
    </w:pPr>
    <w:rPr>
      <w:b/>
      <w:color w:val="2E74B5" w:themeColor="accent1" w:themeShade="BF"/>
    </w:rPr>
  </w:style>
  <w:style w:type="character" w:customStyle="1" w:styleId="Evidence1Char">
    <w:name w:val="Evidence 1 Char"/>
    <w:basedOn w:val="DefaultParagraphFont"/>
    <w:link w:val="Evidence1"/>
    <w:rsid w:val="00FC50FB"/>
    <w:rPr>
      <w:rFonts w:eastAsia="Times New Roman" w:cs="Times New Roman"/>
      <w:b/>
      <w:color w:val="2E74B5" w:themeColor="accent1" w:themeShade="BF"/>
      <w:szCs w:val="20"/>
      <w:lang w:eastAsia="it-IT"/>
    </w:rPr>
  </w:style>
  <w:style w:type="character" w:customStyle="1" w:styleId="Heading6Char">
    <w:name w:val="Heading 6 Char"/>
    <w:aliases w:val="Tit6 Char"/>
    <w:basedOn w:val="DefaultParagraphFont"/>
    <w:link w:val="Heading6"/>
    <w:uiPriority w:val="9"/>
    <w:rsid w:val="0056719D"/>
    <w:rPr>
      <w:rFonts w:ascii="Arial" w:eastAsia="Times New Roman" w:hAnsi="Arial"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19D"/>
    <w:rPr>
      <w:rFonts w:ascii="Cambria" w:eastAsia="Times New Roman" w:hAnsi="Cambria" w:cs="Times New Roman"/>
      <w:i/>
      <w:iCs/>
      <w:color w:val="40404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19D"/>
    <w:rPr>
      <w:rFonts w:ascii="Cambria" w:eastAsia="Times New Roman" w:hAnsi="Cambria" w:cs="Times New Roman"/>
      <w:color w:val="40404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19D"/>
    <w:rPr>
      <w:rFonts w:ascii="Cambria" w:eastAsia="Times New Roman" w:hAnsi="Cambria" w:cs="Times New Roman"/>
      <w:i/>
      <w:iCs/>
      <w:color w:val="404040"/>
      <w:szCs w:val="20"/>
    </w:rPr>
  </w:style>
  <w:style w:type="character" w:customStyle="1" w:styleId="BulletLivello1Carattere">
    <w:name w:val="BulletLivello1 Carattere"/>
    <w:link w:val="BulletLivello1"/>
    <w:rsid w:val="0056719D"/>
    <w:rPr>
      <w:rFonts w:ascii="Arial" w:hAnsi="Arial" w:cs="Arial"/>
      <w:spacing w:val="3"/>
    </w:rPr>
  </w:style>
  <w:style w:type="paragraph" w:customStyle="1" w:styleId="BulletLivello1">
    <w:name w:val="BulletLivello1"/>
    <w:basedOn w:val="ListParagraph"/>
    <w:link w:val="BulletLivello1Carattere"/>
    <w:autoRedefine/>
    <w:rsid w:val="0056719D"/>
    <w:pPr>
      <w:numPr>
        <w:numId w:val="5"/>
      </w:numPr>
      <w:spacing w:before="0" w:line="240" w:lineRule="auto"/>
    </w:pPr>
    <w:rPr>
      <w:rFonts w:ascii="Arial" w:eastAsiaTheme="minorHAnsi" w:hAnsi="Arial" w:cs="Arial"/>
      <w:szCs w:val="22"/>
      <w:lang w:eastAsia="en-US"/>
    </w:rPr>
  </w:style>
  <w:style w:type="paragraph" w:customStyle="1" w:styleId="ElencoPuntliv1">
    <w:name w:val="Elenco Punt.liv1"/>
    <w:basedOn w:val="Bullet1"/>
    <w:link w:val="ElencoPuntliv1Char"/>
    <w:qFormat/>
    <w:rsid w:val="005B4FF0"/>
  </w:style>
  <w:style w:type="character" w:customStyle="1" w:styleId="ElencoPuntliv1Char">
    <w:name w:val="Elenco Punt.liv1 Char"/>
    <w:link w:val="ElencoPuntliv1"/>
    <w:rsid w:val="005B4FF0"/>
    <w:rPr>
      <w:rFonts w:eastAsia="Garamond" w:cstheme="minorHAnsi"/>
      <w:spacing w:val="3"/>
      <w:szCs w:val="20"/>
      <w:lang w:eastAsia="it-IT"/>
    </w:rPr>
  </w:style>
  <w:style w:type="paragraph" w:styleId="TOC3">
    <w:name w:val="toc 3"/>
    <w:basedOn w:val="Normal"/>
    <w:next w:val="Normal"/>
    <w:autoRedefine/>
    <w:uiPriority w:val="39"/>
    <w:unhideWhenUsed/>
    <w:rsid w:val="0090589D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F45655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AF571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5715"/>
    <w:rPr>
      <w:rFonts w:eastAsia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AF5715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2662AE"/>
    <w:pPr>
      <w:spacing w:after="100" w:line="259" w:lineRule="auto"/>
      <w:ind w:left="660"/>
      <w:jc w:val="left"/>
    </w:pPr>
    <w:rPr>
      <w:rFonts w:eastAsiaTheme="minorEastAsia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2662AE"/>
    <w:pPr>
      <w:spacing w:after="100" w:line="259" w:lineRule="auto"/>
      <w:ind w:left="880"/>
      <w:jc w:val="left"/>
    </w:pPr>
    <w:rPr>
      <w:rFonts w:eastAsiaTheme="minorEastAsia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2662AE"/>
    <w:pPr>
      <w:spacing w:after="100" w:line="259" w:lineRule="auto"/>
      <w:ind w:left="1100"/>
      <w:jc w:val="left"/>
    </w:pPr>
    <w:rPr>
      <w:rFonts w:eastAsiaTheme="minorEastAsia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662AE"/>
    <w:pPr>
      <w:spacing w:after="100" w:line="259" w:lineRule="auto"/>
      <w:ind w:left="1320"/>
      <w:jc w:val="left"/>
    </w:pPr>
    <w:rPr>
      <w:rFonts w:eastAsiaTheme="minorEastAsia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2662AE"/>
    <w:pPr>
      <w:spacing w:after="100" w:line="259" w:lineRule="auto"/>
      <w:ind w:left="1540"/>
      <w:jc w:val="left"/>
    </w:pPr>
    <w:rPr>
      <w:rFonts w:eastAsiaTheme="minorEastAsia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662AE"/>
    <w:pPr>
      <w:spacing w:after="100" w:line="259" w:lineRule="auto"/>
      <w:ind w:left="1760"/>
      <w:jc w:val="left"/>
    </w:pPr>
    <w:rPr>
      <w:rFonts w:eastAsiaTheme="minorEastAsia" w:cstheme="minorBidi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62A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F1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114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1148"/>
    <w:rPr>
      <w:rFonts w:eastAsia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48"/>
    <w:rPr>
      <w:rFonts w:eastAsia="Times New Roman" w:cs="Times New Roman"/>
      <w:b/>
      <w:bCs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48"/>
    <w:rPr>
      <w:rFonts w:ascii="Segoe UI" w:eastAsia="Times New Roman" w:hAnsi="Segoe UI" w:cs="Segoe UI"/>
      <w:sz w:val="18"/>
      <w:szCs w:val="18"/>
      <w:lang w:eastAsia="it-IT"/>
    </w:rPr>
  </w:style>
  <w:style w:type="table" w:customStyle="1" w:styleId="Tabella1">
    <w:name w:val="Tabella1"/>
    <w:basedOn w:val="TableNormal"/>
    <w:uiPriority w:val="99"/>
    <w:rsid w:val="00042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Sottolineato">
    <w:name w:val="Normale Sottolineato"/>
    <w:basedOn w:val="Normal"/>
    <w:qFormat/>
    <w:rsid w:val="005B4FF0"/>
    <w:rPr>
      <w:b/>
      <w:u w:val="single"/>
    </w:rPr>
  </w:style>
  <w:style w:type="paragraph" w:customStyle="1" w:styleId="Bullet2">
    <w:name w:val="Bullet 2"/>
    <w:basedOn w:val="Bullet1"/>
    <w:link w:val="Bullet2Carattere"/>
    <w:qFormat/>
    <w:rsid w:val="00337F8A"/>
    <w:pPr>
      <w:numPr>
        <w:ilvl w:val="1"/>
      </w:numPr>
    </w:pPr>
  </w:style>
  <w:style w:type="character" w:customStyle="1" w:styleId="Bullet2Carattere">
    <w:name w:val="Bullet 2 Carattere"/>
    <w:basedOn w:val="Bullet1Char"/>
    <w:link w:val="Bullet2"/>
    <w:rsid w:val="00337F8A"/>
    <w:rPr>
      <w:rFonts w:eastAsia="Garamond" w:cstheme="minorHAnsi"/>
      <w:spacing w:val="3"/>
      <w:szCs w:val="20"/>
      <w:lang w:eastAsia="it-IT"/>
    </w:rPr>
  </w:style>
  <w:style w:type="paragraph" w:customStyle="1" w:styleId="HeaderPagina">
    <w:name w:val="Header Pagina"/>
    <w:basedOn w:val="Normal"/>
    <w:autoRedefine/>
    <w:qFormat/>
    <w:rsid w:val="008A4F6F"/>
    <w:pPr>
      <w:jc w:val="left"/>
    </w:pPr>
    <w:rPr>
      <w:sz w:val="18"/>
    </w:rPr>
  </w:style>
  <w:style w:type="numbering" w:customStyle="1" w:styleId="Appendice">
    <w:name w:val="Appendice"/>
    <w:uiPriority w:val="99"/>
    <w:rsid w:val="00470589"/>
    <w:pPr>
      <w:numPr>
        <w:numId w:val="6"/>
      </w:numPr>
    </w:pPr>
  </w:style>
  <w:style w:type="paragraph" w:customStyle="1" w:styleId="AppTitolo">
    <w:name w:val="App Titolo"/>
    <w:basedOn w:val="Heading1"/>
    <w:next w:val="Normal"/>
    <w:link w:val="AppTitoloCarattere"/>
    <w:autoRedefine/>
    <w:qFormat/>
    <w:rsid w:val="00470589"/>
    <w:pPr>
      <w:keepNext/>
      <w:numPr>
        <w:numId w:val="7"/>
      </w:numPr>
      <w:tabs>
        <w:tab w:val="clear" w:pos="-3686"/>
      </w:tabs>
      <w:spacing w:before="200" w:after="60" w:line="360" w:lineRule="auto"/>
      <w:ind w:right="0"/>
      <w:jc w:val="center"/>
    </w:pPr>
    <w:rPr>
      <w:rFonts w:ascii="Calibri" w:eastAsia="Times New Roman" w:hAnsi="Calibri" w:cs="Times New Roman"/>
      <w:bCs/>
      <w:color w:val="44546A" w:themeColor="text2"/>
      <w:spacing w:val="0"/>
      <w:kern w:val="0"/>
      <w:sz w:val="22"/>
      <w:szCs w:val="28"/>
      <w:lang w:val="it-IT" w:eastAsia="en-US"/>
    </w:rPr>
  </w:style>
  <w:style w:type="character" w:customStyle="1" w:styleId="AppTitoloCarattere">
    <w:name w:val="App Titolo Carattere"/>
    <w:basedOn w:val="DefaultParagraphFont"/>
    <w:link w:val="AppTitolo"/>
    <w:rsid w:val="00470589"/>
    <w:rPr>
      <w:rFonts w:ascii="Calibri" w:eastAsia="Times New Roman" w:hAnsi="Calibri" w:cs="Times New Roman"/>
      <w:b/>
      <w:bCs/>
      <w:caps/>
      <w:color w:val="44546A" w:themeColor="text2"/>
      <w:szCs w:val="28"/>
    </w:rPr>
  </w:style>
  <w:style w:type="character" w:styleId="Strong">
    <w:name w:val="Strong"/>
    <w:qFormat/>
    <w:rsid w:val="002E780C"/>
    <w:rPr>
      <w:b/>
    </w:rPr>
  </w:style>
  <w:style w:type="character" w:styleId="PlaceholderText">
    <w:name w:val="Placeholder Text"/>
    <w:rsid w:val="006B5E33"/>
    <w:rPr>
      <w:color w:val="808080"/>
    </w:rPr>
  </w:style>
  <w:style w:type="paragraph" w:customStyle="1" w:styleId="AGEAtesto">
    <w:name w:val="AGEA testo"/>
    <w:basedOn w:val="Normal"/>
    <w:link w:val="AGEAtestoChar"/>
    <w:qFormat/>
    <w:rsid w:val="00186601"/>
    <w:pPr>
      <w:spacing w:before="0" w:line="360" w:lineRule="auto"/>
      <w:ind w:right="0"/>
    </w:pPr>
    <w:rPr>
      <w:rFonts w:ascii="Arial" w:eastAsiaTheme="minorHAnsi" w:hAnsi="Arial" w:cstheme="minorHAnsi"/>
      <w:noProof/>
      <w:spacing w:val="-8"/>
      <w:sz w:val="24"/>
      <w:szCs w:val="22"/>
      <w:lang w:eastAsia="en-US"/>
    </w:rPr>
  </w:style>
  <w:style w:type="character" w:customStyle="1" w:styleId="AGEAtestoChar">
    <w:name w:val="AGEA testo Char"/>
    <w:basedOn w:val="DefaultParagraphFont"/>
    <w:link w:val="AGEAtesto"/>
    <w:rsid w:val="00186601"/>
    <w:rPr>
      <w:rFonts w:ascii="Arial" w:hAnsi="Arial" w:cstheme="minorHAnsi"/>
      <w:noProof/>
      <w:spacing w:val="-8"/>
      <w:sz w:val="24"/>
    </w:rPr>
  </w:style>
  <w:style w:type="paragraph" w:styleId="NormalWeb">
    <w:name w:val="Normal (Web)"/>
    <w:basedOn w:val="Normal"/>
    <w:uiPriority w:val="99"/>
    <w:unhideWhenUsed/>
    <w:rsid w:val="000010EC"/>
    <w:pPr>
      <w:spacing w:before="100" w:beforeAutospacing="1" w:after="100" w:afterAutospacing="1"/>
      <w:ind w:right="0"/>
      <w:jc w:val="left"/>
    </w:pPr>
    <w:rPr>
      <w:rFonts w:ascii="Calibri" w:eastAsiaTheme="minorHAnsi" w:hAnsi="Calibri" w:cs="Calibri"/>
      <w:spacing w:val="0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D528E"/>
    <w:rPr>
      <w:color w:val="605E5C"/>
      <w:shd w:val="clear" w:color="auto" w:fill="E1DFDD"/>
    </w:rPr>
  </w:style>
  <w:style w:type="paragraph" w:customStyle="1" w:styleId="Titoloprocedura">
    <w:name w:val="Titolo procedura"/>
    <w:basedOn w:val="Normal"/>
    <w:uiPriority w:val="99"/>
    <w:rsid w:val="006C18F0"/>
    <w:pPr>
      <w:overflowPunct w:val="0"/>
      <w:autoSpaceDE w:val="0"/>
      <w:autoSpaceDN w:val="0"/>
      <w:adjustRightInd w:val="0"/>
      <w:spacing w:before="60" w:after="240" w:line="360" w:lineRule="auto"/>
      <w:ind w:left="357" w:right="0"/>
      <w:jc w:val="center"/>
      <w:textAlignment w:val="baseline"/>
    </w:pPr>
    <w:rPr>
      <w:rFonts w:ascii="Arial Narrow" w:eastAsia="Times New Roman" w:hAnsi="Arial Narrow" w:cs="Arial"/>
      <w:b/>
      <w:caps/>
      <w:color w:val="333399"/>
      <w:spacing w:val="0"/>
      <w:sz w:val="4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6674F.07DE130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5.jpeg"/><Relationship Id="rId2" Type="http://schemas.openxmlformats.org/officeDocument/2006/relationships/image" Target="cid:image001.png@01D81917.13C1CD80" TargetMode="External"/><Relationship Id="rId1" Type="http://schemas.openxmlformats.org/officeDocument/2006/relationships/image" Target="media/image1.png"/><Relationship Id="rId6" Type="http://schemas.openxmlformats.org/officeDocument/2006/relationships/image" Target="cid:image002.jpg@01D6674F.07DE1300" TargetMode="External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image" Target="media/image6.png"/><Relationship Id="rId7" Type="http://schemas.openxmlformats.org/officeDocument/2006/relationships/image" Target="cid:image002.jpg@01D6674F.07DE1300" TargetMode="External"/><Relationship Id="rId2" Type="http://schemas.openxmlformats.org/officeDocument/2006/relationships/image" Target="cid:image001.png@01D81917.13C1CD8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cid:image002.png@01D77196.DB8F6580" TargetMode="External"/><Relationship Id="rId9" Type="http://schemas.openxmlformats.org/officeDocument/2006/relationships/image" Target="cid:image003.jpg@01D6674F.07DE13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zzoni\Documents\DatiLavoro\QA\1.Progetti\AGEA-SIAN\Template\AGEA-L3-Template%20Doc%20AQ%20rev.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3E4496B3168418AEC7B6D08AB9049" ma:contentTypeVersion="4" ma:contentTypeDescription="Create a new document." ma:contentTypeScope="" ma:versionID="7df9a416fc0d55388b02ae221ca64e44">
  <xsd:schema xmlns:xsd="http://www.w3.org/2001/XMLSchema" xmlns:xs="http://www.w3.org/2001/XMLSchema" xmlns:p="http://schemas.microsoft.com/office/2006/metadata/properties" xmlns:ns2="1000592d-88d8-46ce-9a23-0026feeb32b2" targetNamespace="http://schemas.microsoft.com/office/2006/metadata/properties" ma:root="true" ma:fieldsID="bed771997ec8993a7b7d15540cd59206" ns2:_="">
    <xsd:import namespace="1000592d-88d8-46ce-9a23-0026feeb32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0592d-88d8-46ce-9a23-0026feeb32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F609-3BF9-4E7C-B045-006F1BC5A4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BD85F7-699A-413E-9093-ACC01DC94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0592d-88d8-46ce-9a23-0026feeb32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CC01C-66EB-49AF-983D-D863B88C8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15D49-3E1B-46B5-8731-4B743F6E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AGEA-L3-Template Doc AQ rev.0.dotx</Template>
  <TotalTime>124</TotalTime>
  <Pages>5</Pages>
  <Words>436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Progettazione per Ciclo a Fase Unica</vt:lpstr>
      <vt:lpstr>Progettazione per Ciclo a Fase Unica</vt:lpstr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Progettazione per Ciclo a Fase Unica</dc:title>
  <dc:creator>Mazzoni Serena</dc:creator>
  <cp:lastModifiedBy>Agostino Serbia, Simona</cp:lastModifiedBy>
  <cp:revision>8</cp:revision>
  <cp:lastPrinted>2020-09-08T14:35:00Z</cp:lastPrinted>
  <dcterms:created xsi:type="dcterms:W3CDTF">2022-05-24T11:11:00Z</dcterms:created>
  <dcterms:modified xsi:type="dcterms:W3CDTF">2022-05-24T14:46:00Z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e">
    <vt:lpwstr>&lt;&lt;amministrazione contraente&gt;&gt;</vt:lpwstr>
  </property>
  <property fmtid="{D5CDD505-2E9C-101B-9397-08002B2CF9AE}" pid="3" name="Progetto">
    <vt:lpwstr>Lotto 3 - Servizi applicativi e di gestione delle infrastrutture informatiche</vt:lpwstr>
  </property>
  <property fmtid="{D5CDD505-2E9C-101B-9397-08002B2CF9AE}" pid="4" name="Identificativo">
    <vt:lpwstr>&lt;&lt;xxxxxxxxxxxxx&gt;&gt;</vt:lpwstr>
  </property>
  <property fmtid="{D5CDD505-2E9C-101B-9397-08002B2CF9AE}" pid="5" name="Protocollo">
    <vt:lpwstr>&lt;&lt;solo per documenti AQ&gt;&gt;xxxxxxxxxxx </vt:lpwstr>
  </property>
  <property fmtid="{D5CDD505-2E9C-101B-9397-08002B2CF9AE}" pid="6" name="Revisione">
    <vt:lpwstr>xx.yy</vt:lpwstr>
  </property>
  <property fmtid="{D5CDD505-2E9C-101B-9397-08002B2CF9AE}" pid="7" name="Data">
    <vt:lpwstr>gg/mm/aaaa</vt:lpwstr>
  </property>
  <property fmtid="{D5CDD505-2E9C-101B-9397-08002B2CF9AE}" pid="8" name="Intervento">
    <vt:lpwstr>&lt;&lt;nome o ID  intervento/obiettivo&gt;&gt;</vt:lpwstr>
  </property>
  <property fmtid="{D5CDD505-2E9C-101B-9397-08002B2CF9AE}" pid="9" name="Contratto">
    <vt:lpwstr>&lt;&lt; Nome/CIG Contratto Esecutivo&gt;&gt;</vt:lpwstr>
  </property>
  <property fmtid="{D5CDD505-2E9C-101B-9397-08002B2CF9AE}" pid="10" name="ContentTypeId">
    <vt:lpwstr>0x0101003B13E4496B3168418AEC7B6D08AB9049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etDate">
    <vt:lpwstr>2022-02-04T07:24:13Z</vt:lpwstr>
  </property>
  <property fmtid="{D5CDD505-2E9C-101B-9397-08002B2CF9AE}" pid="13" name="MSIP_Label_dfbae739-7e05-4265-80d7-c73ef6dc7a63_Method">
    <vt:lpwstr>Privileged</vt:lpwstr>
  </property>
  <property fmtid="{D5CDD505-2E9C-101B-9397-08002B2CF9AE}" pid="14" name="MSIP_Label_dfbae739-7e05-4265-80d7-c73ef6dc7a63_Name">
    <vt:lpwstr>dfbae739-7e05-4265-80d7-c73ef6dc7a63</vt:lpwstr>
  </property>
  <property fmtid="{D5CDD505-2E9C-101B-9397-08002B2CF9AE}" pid="15" name="MSIP_Label_dfbae739-7e05-4265-80d7-c73ef6dc7a63_SiteId">
    <vt:lpwstr>31ae1cef-2393-4eb1-8962-4e4bbfccd663</vt:lpwstr>
  </property>
  <property fmtid="{D5CDD505-2E9C-101B-9397-08002B2CF9AE}" pid="16" name="MSIP_Label_dfbae739-7e05-4265-80d7-c73ef6dc7a63_ActionId">
    <vt:lpwstr>023d8ab2-79e6-4c32-a0fd-f8ea00f193cd</vt:lpwstr>
  </property>
  <property fmtid="{D5CDD505-2E9C-101B-9397-08002B2CF9AE}" pid="17" name="MSIP_Label_dfbae739-7e05-4265-80d7-c73ef6dc7a63_ContentBits">
    <vt:lpwstr>0</vt:lpwstr>
  </property>
  <property fmtid="{D5CDD505-2E9C-101B-9397-08002B2CF9AE}" pid="18" name="ComplianceAssetId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